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9340F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3A637F52" w14:textId="77777777" w:rsidTr="00844912">
        <w:tc>
          <w:tcPr>
            <w:tcW w:w="1311" w:type="dxa"/>
          </w:tcPr>
          <w:p w14:paraId="4EF7661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0415A2D5" w14:textId="50ACDFBC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Gerpex e raccordi</w:t>
            </w:r>
            <w:r w:rsidR="0031596F">
              <w:rPr>
                <w:rFonts w:ascii="Poppins" w:hAnsi="Poppins" w:cs="Poppins"/>
                <w:bCs/>
                <w:sz w:val="20"/>
              </w:rPr>
              <w:t xml:space="preserve"> Gerpex</w:t>
            </w:r>
          </w:p>
        </w:tc>
        <w:tc>
          <w:tcPr>
            <w:tcW w:w="6101" w:type="dxa"/>
          </w:tcPr>
          <w:p w14:paraId="4D148A9D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e relativi raccordi di tenuta in ottone con bussola in acciaio.</w:t>
            </w:r>
          </w:p>
          <w:p w14:paraId="28167C95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1B627EA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4425EFEF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7E7278F1" w14:textId="77777777" w:rsid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47372134" w14:textId="77777777" w:rsidR="000B764B" w:rsidRDefault="000B764B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332068F" w14:textId="77777777" w:rsidR="000B764B" w:rsidRPr="00844912" w:rsidRDefault="000B764B" w:rsidP="000B764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0896B395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7422B0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tubo multistrato Gerpex e raccordi o equivalente.</w:t>
            </w:r>
          </w:p>
        </w:tc>
      </w:tr>
      <w:tr w:rsidR="00844912" w14:paraId="2CB4F85B" w14:textId="77777777" w:rsidTr="00844912">
        <w:tc>
          <w:tcPr>
            <w:tcW w:w="1311" w:type="dxa"/>
          </w:tcPr>
          <w:p w14:paraId="49E877B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76469B3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Alpert e raccordi Gerpex </w:t>
            </w:r>
          </w:p>
        </w:tc>
        <w:tc>
          <w:tcPr>
            <w:tcW w:w="6101" w:type="dxa"/>
          </w:tcPr>
          <w:p w14:paraId="0DBCD1F1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e relativi raccordi di tenuta in ottone con bussola in acciaio.</w:t>
            </w:r>
          </w:p>
          <w:p w14:paraId="1FCEB8EF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996D02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10F7CACF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2C1BF4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70 °C (per impianti operanti con acqua).</w:t>
            </w:r>
          </w:p>
          <w:p w14:paraId="70390E51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57E73FD9" w14:textId="77777777" w:rsid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1AF5F735" w14:textId="77777777" w:rsidR="00F63517" w:rsidRDefault="00F63517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5AACC3C" w14:textId="77777777" w:rsidR="00F63517" w:rsidRDefault="00F63517" w:rsidP="00F6351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WRAS di sistema.</w:t>
            </w:r>
          </w:p>
          <w:p w14:paraId="2469EADF" w14:textId="77777777" w:rsidR="00F63517" w:rsidRPr="00844912" w:rsidRDefault="00F63517" w:rsidP="00F6351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Certificazione DVGW di sistema (secondo norma UNI EN ISO 21003).</w:t>
            </w:r>
          </w:p>
          <w:p w14:paraId="5D893C93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E5BDF3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Emmeti tubo multistrato Alpert e raccordi Gerpex o equivalente.</w:t>
            </w:r>
          </w:p>
        </w:tc>
      </w:tr>
    </w:tbl>
    <w:p w14:paraId="47817B12" w14:textId="77777777" w:rsidR="00931A8A" w:rsidRDefault="00931A8A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8132C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775BC" w14:paraId="4B86051F" w14:textId="77777777" w:rsidTr="00844912">
        <w:trPr>
          <w:trHeight w:val="699"/>
        </w:trPr>
        <w:tc>
          <w:tcPr>
            <w:tcW w:w="1271" w:type="dxa"/>
          </w:tcPr>
          <w:p w14:paraId="7C427CE0" w14:textId="0E9D7DDD" w:rsidR="00A775BC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28101332</w:t>
            </w:r>
          </w:p>
        </w:tc>
        <w:tc>
          <w:tcPr>
            <w:tcW w:w="2126" w:type="dxa"/>
          </w:tcPr>
          <w:p w14:paraId="5D2C95EE" w14:textId="77777777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1DBDAA64" w14:textId="19E50A96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1/2"</w:t>
            </w:r>
          </w:p>
        </w:tc>
        <w:tc>
          <w:tcPr>
            <w:tcW w:w="6232" w:type="dxa"/>
          </w:tcPr>
          <w:p w14:paraId="7131D484" w14:textId="495EDC5E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/2”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B (KSP1)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1FB2B3E2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25AB962E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2AD3B93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lastRenderedPageBreak/>
              <w:t>Bussola in acciaio inox AISI 304 ricotto</w:t>
            </w:r>
          </w:p>
          <w:p w14:paraId="0AD36094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A2CD000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4347FB8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D148903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7D929C2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123C016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03E927A" w14:textId="3AEF9A4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Gerpex attacco </w:t>
            </w:r>
            <w:r>
              <w:rPr>
                <w:rFonts w:ascii="Poppins" w:hAnsi="Poppins" w:cs="Poppins"/>
                <w:b/>
                <w:bCs/>
                <w:sz w:val="20"/>
              </w:rPr>
              <w:t>femmina 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775BC" w14:paraId="305404FC" w14:textId="77777777" w:rsidTr="00844912">
        <w:trPr>
          <w:trHeight w:val="699"/>
        </w:trPr>
        <w:tc>
          <w:tcPr>
            <w:tcW w:w="1271" w:type="dxa"/>
          </w:tcPr>
          <w:p w14:paraId="1524A9F2" w14:textId="03D7277D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28115536</w:t>
            </w:r>
          </w:p>
        </w:tc>
        <w:tc>
          <w:tcPr>
            <w:tcW w:w="2126" w:type="dxa"/>
          </w:tcPr>
          <w:p w14:paraId="186F0773" w14:textId="28844A2A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3A985E0A" w14:textId="767D8BB5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1"1/4</w:t>
            </w:r>
          </w:p>
        </w:tc>
        <w:tc>
          <w:tcPr>
            <w:tcW w:w="6232" w:type="dxa"/>
          </w:tcPr>
          <w:p w14:paraId="78C555B3" w14:textId="49A33704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40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”1/4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45759A6B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BB1C9C5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7E966EAB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C2089BC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750D5A0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3203D5B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6DEAAEA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74FD190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C275336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25C7729" w14:textId="56D81BD0" w:rsidR="00A775BC" w:rsidRPr="00F372A1" w:rsidRDefault="00A775BC" w:rsidP="00A775B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Gerpex attacco </w:t>
            </w:r>
            <w:r>
              <w:rPr>
                <w:rFonts w:ascii="Poppins" w:hAnsi="Poppins" w:cs="Poppins"/>
                <w:b/>
                <w:bCs/>
                <w:sz w:val="20"/>
              </w:rPr>
              <w:t>femmina 40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1"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1/4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775BC" w14:paraId="49072E90" w14:textId="77777777" w:rsidTr="00844912">
        <w:trPr>
          <w:trHeight w:val="699"/>
        </w:trPr>
        <w:tc>
          <w:tcPr>
            <w:tcW w:w="1271" w:type="dxa"/>
          </w:tcPr>
          <w:p w14:paraId="24EC381A" w14:textId="1BFFE2D1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28115572</w:t>
            </w:r>
          </w:p>
        </w:tc>
        <w:tc>
          <w:tcPr>
            <w:tcW w:w="2126" w:type="dxa"/>
          </w:tcPr>
          <w:p w14:paraId="4965A327" w14:textId="042694AF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1531144A" w14:textId="5B30E782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1"1/2</w:t>
            </w:r>
          </w:p>
        </w:tc>
        <w:tc>
          <w:tcPr>
            <w:tcW w:w="6232" w:type="dxa"/>
          </w:tcPr>
          <w:p w14:paraId="3E194EFB" w14:textId="2ADF014D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”1/2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6BF7B6FE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93416E0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7E5E58BA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47ED11C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028C444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6FE14D0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711433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920E1E8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D878B5F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6E4225E" w14:textId="5132B7FF" w:rsidR="00A775BC" w:rsidRPr="00F372A1" w:rsidRDefault="00A775BC" w:rsidP="00A775B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Gerpex attacco </w:t>
            </w:r>
            <w:r>
              <w:rPr>
                <w:rFonts w:ascii="Poppins" w:hAnsi="Poppins" w:cs="Poppins"/>
                <w:b/>
                <w:bCs/>
                <w:sz w:val="20"/>
              </w:rPr>
              <w:t>femmina 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1"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1/2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775BC" w14:paraId="19A8BFCF" w14:textId="77777777" w:rsidTr="00844912">
        <w:trPr>
          <w:trHeight w:val="699"/>
        </w:trPr>
        <w:tc>
          <w:tcPr>
            <w:tcW w:w="1271" w:type="dxa"/>
          </w:tcPr>
          <w:p w14:paraId="4D492999" w14:textId="54FC7A46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28115404</w:t>
            </w:r>
          </w:p>
        </w:tc>
        <w:tc>
          <w:tcPr>
            <w:tcW w:w="2126" w:type="dxa"/>
          </w:tcPr>
          <w:p w14:paraId="7E2E45FB" w14:textId="370AAA9B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 </w:t>
            </w:r>
          </w:p>
          <w:p w14:paraId="0ACDA41C" w14:textId="503FB3A1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2"</w:t>
            </w:r>
          </w:p>
        </w:tc>
        <w:tc>
          <w:tcPr>
            <w:tcW w:w="6232" w:type="dxa"/>
          </w:tcPr>
          <w:p w14:paraId="7D158C6C" w14:textId="122BA374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63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2”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3EB90FEF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CA511AC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3A3E91F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2332AD9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FFF7F79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7CA5174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77A3895B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7D96D6E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B47FB16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E1D6B44" w14:textId="42BB977E" w:rsidR="00A775BC" w:rsidRPr="00F372A1" w:rsidRDefault="00A775BC" w:rsidP="00A775B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Gerpex attacco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femmina 63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x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2”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775BC" w14:paraId="6D1439A9" w14:textId="77777777" w:rsidTr="00844912">
        <w:trPr>
          <w:trHeight w:val="699"/>
        </w:trPr>
        <w:tc>
          <w:tcPr>
            <w:tcW w:w="1271" w:type="dxa"/>
          </w:tcPr>
          <w:p w14:paraId="05DA81B0" w14:textId="0C002EE7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28115564</w:t>
            </w:r>
          </w:p>
        </w:tc>
        <w:tc>
          <w:tcPr>
            <w:tcW w:w="2126" w:type="dxa"/>
          </w:tcPr>
          <w:p w14:paraId="615B9969" w14:textId="77777777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 </w:t>
            </w:r>
          </w:p>
          <w:p w14:paraId="2AADF0B7" w14:textId="3534D69B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75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2"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</w:p>
        </w:tc>
        <w:tc>
          <w:tcPr>
            <w:tcW w:w="6232" w:type="dxa"/>
          </w:tcPr>
          <w:p w14:paraId="1F9459D5" w14:textId="603F55DD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75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2”1/2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1946FD60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372F9CE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7CE63AEF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76FE0A1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A09596F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3B89BBE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C3B8623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295DCD0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A44C0DA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F863A9" w14:textId="0C833C6C" w:rsidR="00A775BC" w:rsidRPr="00F372A1" w:rsidRDefault="00A775BC" w:rsidP="00A775B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Gerpex attacco </w:t>
            </w:r>
            <w:r>
              <w:rPr>
                <w:rFonts w:ascii="Poppins" w:hAnsi="Poppins" w:cs="Poppins"/>
                <w:b/>
                <w:bCs/>
                <w:sz w:val="20"/>
              </w:rPr>
              <w:t>femmina 75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1/2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691D" w14:paraId="419302DB" w14:textId="77777777" w:rsidTr="00844912">
        <w:tc>
          <w:tcPr>
            <w:tcW w:w="1271" w:type="dxa"/>
          </w:tcPr>
          <w:p w14:paraId="7A816C13" w14:textId="536FDAAF" w:rsidR="0084691D" w:rsidRPr="00844912" w:rsidRDefault="0084691D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28101302</w:t>
            </w:r>
          </w:p>
        </w:tc>
        <w:tc>
          <w:tcPr>
            <w:tcW w:w="2126" w:type="dxa"/>
          </w:tcPr>
          <w:p w14:paraId="4BE7576D" w14:textId="77777777" w:rsidR="005244B8" w:rsidRDefault="005244B8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244B8">
              <w:rPr>
                <w:rFonts w:ascii="Poppins" w:hAnsi="Poppins" w:cs="Poppins"/>
                <w:bCs/>
                <w:sz w:val="20"/>
              </w:rPr>
              <w:t>Gomito Gerpex femmina con flangia</w:t>
            </w:r>
          </w:p>
          <w:p w14:paraId="316628DC" w14:textId="77777777" w:rsidR="005244B8" w:rsidRDefault="005244B8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244B8">
              <w:rPr>
                <w:rFonts w:ascii="Poppins" w:hAnsi="Poppins" w:cs="Poppins"/>
                <w:bCs/>
                <w:sz w:val="20"/>
              </w:rPr>
              <w:t>18 x 1/2"</w:t>
            </w:r>
          </w:p>
          <w:p w14:paraId="521C1F72" w14:textId="45C4FE8C" w:rsidR="0084691D" w:rsidRPr="00844912" w:rsidRDefault="005244B8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244B8">
              <w:rPr>
                <w:rFonts w:ascii="Poppins" w:hAnsi="Poppins" w:cs="Poppins"/>
                <w:bCs/>
                <w:sz w:val="20"/>
              </w:rPr>
              <w:t>H: 52.5 mm</w:t>
            </w:r>
          </w:p>
        </w:tc>
        <w:tc>
          <w:tcPr>
            <w:tcW w:w="6232" w:type="dxa"/>
          </w:tcPr>
          <w:p w14:paraId="77E2D4A0" w14:textId="4187DB21" w:rsidR="005244B8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44B8">
              <w:rPr>
                <w:rFonts w:ascii="Poppins" w:hAnsi="Poppins" w:cs="Poppins"/>
                <w:sz w:val="20"/>
              </w:rPr>
              <w:t>Gomito femmina con flangia, misura 18 x 1/2" con profilo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5244B8">
              <w:rPr>
                <w:rFonts w:ascii="Poppins" w:hAnsi="Poppins" w:cs="Poppins"/>
                <w:sz w:val="20"/>
              </w:rPr>
              <w:t>pinzatura B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5244B8">
              <w:rPr>
                <w:rFonts w:ascii="Poppins" w:hAnsi="Poppins" w:cs="Poppins"/>
                <w:sz w:val="20"/>
              </w:rPr>
              <w:t>(KSP1) costruito da:</w:t>
            </w:r>
          </w:p>
          <w:p w14:paraId="5403FE1A" w14:textId="4B62B61E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Corpo in ottone CW 617N nichelato solo in superficie</w:t>
            </w:r>
          </w:p>
          <w:p w14:paraId="38380E94" w14:textId="639E3CCD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Anello portabussola in PA 6 di colore blu</w:t>
            </w:r>
          </w:p>
          <w:p w14:paraId="59940327" w14:textId="714E995A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Bussola in acciaio inox AISI 304 ricotto</w:t>
            </w:r>
          </w:p>
          <w:p w14:paraId="1E49E2A3" w14:textId="3395DA0E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Doppio O-ring in EPDM</w:t>
            </w:r>
          </w:p>
          <w:p w14:paraId="1388372C" w14:textId="77777777" w:rsidR="005244B8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B9500C" w14:textId="77777777" w:rsidR="005244B8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244B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F40DDFC" w14:textId="0D49C43C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Temperatura massima di esercizio: 95 °C</w:t>
            </w:r>
          </w:p>
          <w:p w14:paraId="3690EFAE" w14:textId="68CE3BB7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Pressione massima di esercizio: 10 bar</w:t>
            </w:r>
          </w:p>
          <w:p w14:paraId="7147A599" w14:textId="6CDE0995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Altezza: 52.5 mm</w:t>
            </w:r>
          </w:p>
          <w:p w14:paraId="64A8D20B" w14:textId="77777777" w:rsidR="005244B8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BEF2CB6" w14:textId="476A2921" w:rsidR="0084691D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244B8">
              <w:rPr>
                <w:rFonts w:ascii="Poppins" w:hAnsi="Poppins" w:cs="Poppins"/>
                <w:b/>
                <w:bCs/>
                <w:sz w:val="20"/>
              </w:rPr>
              <w:t>Marca Emmeti – Modello Gomito Gerpex femmina con flangia 18 x 1/2" H: 52.5 mm o equivalente.</w:t>
            </w:r>
          </w:p>
        </w:tc>
      </w:tr>
      <w:tr w:rsidR="005521F0" w14:paraId="25BE69F3" w14:textId="77777777" w:rsidTr="00844912">
        <w:tc>
          <w:tcPr>
            <w:tcW w:w="1271" w:type="dxa"/>
          </w:tcPr>
          <w:p w14:paraId="0809776C" w14:textId="0E2B4378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28101344</w:t>
            </w:r>
          </w:p>
        </w:tc>
        <w:tc>
          <w:tcPr>
            <w:tcW w:w="2126" w:type="dxa"/>
          </w:tcPr>
          <w:p w14:paraId="3591CA38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attacco maschio </w:t>
            </w:r>
          </w:p>
          <w:p w14:paraId="6E370F3F" w14:textId="3EE48348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6232" w:type="dxa"/>
          </w:tcPr>
          <w:p w14:paraId="0128B649" w14:textId="70C1AE73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maschio, misura </w:t>
            </w:r>
            <w:r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/2</w:t>
            </w:r>
            <w:r w:rsidRPr="00844912">
              <w:rPr>
                <w:rFonts w:ascii="Poppins" w:hAnsi="Poppins" w:cs="Poppins"/>
                <w:sz w:val="20"/>
              </w:rPr>
              <w:t>" con profilo di pinzatura</w:t>
            </w:r>
            <w:r>
              <w:rPr>
                <w:rFonts w:ascii="Poppins" w:hAnsi="Poppins" w:cs="Poppins"/>
                <w:sz w:val="20"/>
              </w:rPr>
              <w:t xml:space="preserve"> B (KSP1)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11E5B350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41CBEA9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DCB1A05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3B211FE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168E2BC" w14:textId="77777777" w:rsidR="005521F0" w:rsidRPr="00844912" w:rsidRDefault="005521F0" w:rsidP="005521F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FCF3F9C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CC7FA13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ED1596F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0060C973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150D9C0" w14:textId="736B95A0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attacco maschio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5521F0" w14:paraId="68D20A80" w14:textId="77777777" w:rsidTr="00844912">
        <w:tc>
          <w:tcPr>
            <w:tcW w:w="1271" w:type="dxa"/>
            <w:hideMark/>
          </w:tcPr>
          <w:p w14:paraId="7C5F4904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28115150</w:t>
            </w:r>
          </w:p>
        </w:tc>
        <w:tc>
          <w:tcPr>
            <w:tcW w:w="2126" w:type="dxa"/>
            <w:hideMark/>
          </w:tcPr>
          <w:p w14:paraId="6E811C68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attacco maschio </w:t>
            </w:r>
          </w:p>
          <w:p w14:paraId="6A2BA8A8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1"1/4</w:t>
            </w:r>
          </w:p>
        </w:tc>
        <w:tc>
          <w:tcPr>
            <w:tcW w:w="6232" w:type="dxa"/>
          </w:tcPr>
          <w:p w14:paraId="27F21E02" w14:textId="73501725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attacco maschio, misura 40 x 1"1/4 con profilo di pinzatura</w:t>
            </w:r>
            <w:r>
              <w:rPr>
                <w:rFonts w:ascii="Poppins" w:hAnsi="Poppins" w:cs="Poppins"/>
                <w:sz w:val="20"/>
              </w:rPr>
              <w:t xml:space="preserve"> 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0E75F890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ECD6AE0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98A06EB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F381C4C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6A2488D" w14:textId="77777777" w:rsidR="005521F0" w:rsidRPr="00844912" w:rsidRDefault="005521F0" w:rsidP="005521F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AC64B39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440A93E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FA979B4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3AEC17D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27180A" w14:textId="768B56F9" w:rsidR="005521F0" w:rsidRPr="009340FF" w:rsidRDefault="005521F0" w:rsidP="005521F0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attacco maschio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1"1/4 o equivalente.</w:t>
            </w:r>
          </w:p>
        </w:tc>
      </w:tr>
      <w:tr w:rsidR="005521F0" w14:paraId="2D3E6CEF" w14:textId="77777777" w:rsidTr="00844912">
        <w:tc>
          <w:tcPr>
            <w:tcW w:w="1271" w:type="dxa"/>
            <w:hideMark/>
          </w:tcPr>
          <w:p w14:paraId="5CE9CCA8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28115160</w:t>
            </w:r>
          </w:p>
        </w:tc>
        <w:tc>
          <w:tcPr>
            <w:tcW w:w="2126" w:type="dxa"/>
            <w:hideMark/>
          </w:tcPr>
          <w:p w14:paraId="105D220D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attacco maschio </w:t>
            </w:r>
          </w:p>
          <w:p w14:paraId="5FEFF81B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1"1/2</w:t>
            </w:r>
          </w:p>
        </w:tc>
        <w:tc>
          <w:tcPr>
            <w:tcW w:w="6232" w:type="dxa"/>
          </w:tcPr>
          <w:p w14:paraId="140E042B" w14:textId="6B6F7AC6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maschio, misura 50 x 1"1/2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78C2AFB9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FDC3EB2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1F5E217C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9375E52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C2A6C8B" w14:textId="77777777" w:rsidR="005521F0" w:rsidRPr="00844912" w:rsidRDefault="005521F0" w:rsidP="005521F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292FAF8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B2DA34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769DC20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32E8C4C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89813D9" w14:textId="2433985F" w:rsidR="005521F0" w:rsidRPr="009340FF" w:rsidRDefault="005521F0" w:rsidP="005521F0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attacco maschio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1"1/2 o equivalente.</w:t>
            </w:r>
          </w:p>
        </w:tc>
      </w:tr>
      <w:tr w:rsidR="005521F0" w14:paraId="3DC6F73F" w14:textId="77777777" w:rsidTr="00844912">
        <w:tc>
          <w:tcPr>
            <w:tcW w:w="1271" w:type="dxa"/>
            <w:hideMark/>
          </w:tcPr>
          <w:p w14:paraId="4EE5E564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28115170</w:t>
            </w:r>
          </w:p>
        </w:tc>
        <w:tc>
          <w:tcPr>
            <w:tcW w:w="2126" w:type="dxa"/>
            <w:hideMark/>
          </w:tcPr>
          <w:p w14:paraId="649DFBA0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attacco maschio  </w:t>
            </w:r>
          </w:p>
          <w:p w14:paraId="1BCB2236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2"</w:t>
            </w:r>
          </w:p>
        </w:tc>
        <w:tc>
          <w:tcPr>
            <w:tcW w:w="6232" w:type="dxa"/>
          </w:tcPr>
          <w:p w14:paraId="5AEC3979" w14:textId="06A873BF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maschio, misura 63 x 2"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3365B837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058E6FA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DA1EC39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7F013A8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02F02C7" w14:textId="77777777" w:rsidR="005521F0" w:rsidRPr="00844912" w:rsidRDefault="005521F0" w:rsidP="005521F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68A519B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695B75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BE68188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503F2B5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E25DE1D" w14:textId="6D5D200C" w:rsidR="005521F0" w:rsidRPr="009340FF" w:rsidRDefault="005521F0" w:rsidP="005521F0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Gomito Gerpex attacco maschio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63 x 2" o equivalente.</w:t>
            </w:r>
          </w:p>
        </w:tc>
      </w:tr>
      <w:tr w:rsidR="00493204" w14:paraId="465435BC" w14:textId="77777777" w:rsidTr="00844912">
        <w:tc>
          <w:tcPr>
            <w:tcW w:w="1271" w:type="dxa"/>
          </w:tcPr>
          <w:p w14:paraId="3C6CAE50" w14:textId="7D147139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 w:rsidR="00325391">
              <w:rPr>
                <w:rFonts w:ascii="Poppins" w:hAnsi="Poppins" w:cs="Poppins"/>
                <w:bCs/>
                <w:sz w:val="20"/>
              </w:rPr>
              <w:t>01354</w:t>
            </w:r>
          </w:p>
        </w:tc>
        <w:tc>
          <w:tcPr>
            <w:tcW w:w="2126" w:type="dxa"/>
          </w:tcPr>
          <w:p w14:paraId="3068136C" w14:textId="5221B6FF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intermedio  </w:t>
            </w:r>
            <w:r w:rsidR="00325391">
              <w:rPr>
                <w:rFonts w:ascii="Poppins" w:hAnsi="Poppins" w:cs="Poppins"/>
                <w:bCs/>
                <w:sz w:val="20"/>
              </w:rPr>
              <w:t>18 x 18</w:t>
            </w:r>
          </w:p>
        </w:tc>
        <w:tc>
          <w:tcPr>
            <w:tcW w:w="6232" w:type="dxa"/>
          </w:tcPr>
          <w:p w14:paraId="11E31B07" w14:textId="546F0DB5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intermedio, misura </w:t>
            </w:r>
            <w:r w:rsidR="00325391"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 w:rsidR="00325391"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 w:rsidR="00325391">
              <w:rPr>
                <w:rFonts w:ascii="Poppins" w:hAnsi="Poppins" w:cs="Poppins"/>
                <w:sz w:val="20"/>
              </w:rPr>
              <w:t>B</w:t>
            </w:r>
            <w:r w:rsidRPr="00844912">
              <w:rPr>
                <w:rFonts w:ascii="Poppins" w:hAnsi="Poppins" w:cs="Poppins"/>
                <w:sz w:val="20"/>
              </w:rPr>
              <w:t xml:space="preserve"> (KSP1) costruito da:</w:t>
            </w:r>
          </w:p>
          <w:p w14:paraId="5090A592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82CBD8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77109E4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6953BBB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6214ED9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6DAB379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F23FE39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2DCC5A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A981FCB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BDE057" w14:textId="312F91E4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325391">
              <w:rPr>
                <w:rFonts w:ascii="Poppins" w:hAnsi="Poppins" w:cs="Poppins"/>
                <w:b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 w:rsidR="00325391">
              <w:rPr>
                <w:rFonts w:ascii="Poppins" w:hAnsi="Poppins" w:cs="Poppins"/>
                <w:b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493204" w14:paraId="2EAE78C6" w14:textId="77777777" w:rsidTr="00844912">
        <w:tc>
          <w:tcPr>
            <w:tcW w:w="1271" w:type="dxa"/>
            <w:hideMark/>
          </w:tcPr>
          <w:p w14:paraId="71F8B58E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28115200</w:t>
            </w:r>
          </w:p>
        </w:tc>
        <w:tc>
          <w:tcPr>
            <w:tcW w:w="2126" w:type="dxa"/>
            <w:hideMark/>
          </w:tcPr>
          <w:p w14:paraId="6D5A0E8E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Gomito Gerpex intermedio  40 x 40</w:t>
            </w:r>
          </w:p>
        </w:tc>
        <w:tc>
          <w:tcPr>
            <w:tcW w:w="6232" w:type="dxa"/>
          </w:tcPr>
          <w:p w14:paraId="32ED5519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intermedio, misura 40 x 40 con profilo di pinzatura TH (KSP11) costruito da:</w:t>
            </w:r>
          </w:p>
          <w:p w14:paraId="55E66F21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4423708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7B45F2E9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584E003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592A73D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62681F6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E549A0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EA6BCD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DA74EF6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9243FBF" w14:textId="328CC683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40 o equivalente.</w:t>
            </w:r>
          </w:p>
        </w:tc>
      </w:tr>
      <w:tr w:rsidR="00493204" w14:paraId="02FF7226" w14:textId="77777777" w:rsidTr="00844912">
        <w:tc>
          <w:tcPr>
            <w:tcW w:w="1271" w:type="dxa"/>
            <w:hideMark/>
          </w:tcPr>
          <w:p w14:paraId="765C1D77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28115210</w:t>
            </w:r>
          </w:p>
        </w:tc>
        <w:tc>
          <w:tcPr>
            <w:tcW w:w="2126" w:type="dxa"/>
            <w:hideMark/>
          </w:tcPr>
          <w:p w14:paraId="46E360C1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Gomito Gerpex intermedio  50 x 50</w:t>
            </w:r>
          </w:p>
        </w:tc>
        <w:tc>
          <w:tcPr>
            <w:tcW w:w="6232" w:type="dxa"/>
          </w:tcPr>
          <w:p w14:paraId="1C03B624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intermedio, misura 50 x 50 con profilo di pinzatura TH (KSP11) costruito da:</w:t>
            </w:r>
          </w:p>
          <w:p w14:paraId="556F3761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26AC55D6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C65C52A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749AE9B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0BC3BB0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04A9E6F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ACFDD0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C91E735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45FC382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9407E4" w14:textId="5FACA3E1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50 o equivalente.</w:t>
            </w:r>
          </w:p>
        </w:tc>
      </w:tr>
      <w:tr w:rsidR="00493204" w14:paraId="18839CD6" w14:textId="77777777" w:rsidTr="00844912">
        <w:tc>
          <w:tcPr>
            <w:tcW w:w="1271" w:type="dxa"/>
            <w:hideMark/>
          </w:tcPr>
          <w:p w14:paraId="1CCAD7C0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28115220</w:t>
            </w:r>
          </w:p>
        </w:tc>
        <w:tc>
          <w:tcPr>
            <w:tcW w:w="2126" w:type="dxa"/>
            <w:hideMark/>
          </w:tcPr>
          <w:p w14:paraId="2CC3A038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Gomito Gerpex intermedio  63 x 63</w:t>
            </w:r>
          </w:p>
        </w:tc>
        <w:tc>
          <w:tcPr>
            <w:tcW w:w="6232" w:type="dxa"/>
          </w:tcPr>
          <w:p w14:paraId="67E6490D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intermedio, misura 63 x 63 con profilo di pinzatura TH (KSP11) costruito da:</w:t>
            </w:r>
          </w:p>
          <w:p w14:paraId="088D6738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3BD8D9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9EE715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B7EDE04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D17F6E6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B67BF47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621EC05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E6864DE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5F26573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81DC10B" w14:textId="22B13BA0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63 x 63 o equivalente.</w:t>
            </w:r>
          </w:p>
        </w:tc>
      </w:tr>
      <w:tr w:rsidR="00493204" w14:paraId="2F04187C" w14:textId="77777777" w:rsidTr="00844912">
        <w:tc>
          <w:tcPr>
            <w:tcW w:w="1271" w:type="dxa"/>
            <w:hideMark/>
          </w:tcPr>
          <w:p w14:paraId="0C248F6B" w14:textId="42F7AD1C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</w:t>
            </w:r>
            <w:r>
              <w:rPr>
                <w:rFonts w:ascii="Poppins" w:hAnsi="Poppins" w:cs="Poppins"/>
                <w:bCs/>
                <w:sz w:val="20"/>
              </w:rPr>
              <w:t>5</w:t>
            </w:r>
            <w:r w:rsidRPr="00844912">
              <w:rPr>
                <w:rFonts w:ascii="Poppins" w:hAnsi="Poppins" w:cs="Poppins"/>
                <w:bCs/>
                <w:sz w:val="20"/>
              </w:rPr>
              <w:t>540</w:t>
            </w:r>
          </w:p>
        </w:tc>
        <w:tc>
          <w:tcPr>
            <w:tcW w:w="2126" w:type="dxa"/>
            <w:hideMark/>
          </w:tcPr>
          <w:p w14:paraId="719EAEE5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Gomito Gerpex intermedio  75 x 75</w:t>
            </w:r>
          </w:p>
        </w:tc>
        <w:tc>
          <w:tcPr>
            <w:tcW w:w="6232" w:type="dxa"/>
          </w:tcPr>
          <w:p w14:paraId="6FA87BC7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intermedio, misura 75 x 75 con profilo di pinzatura TH (KSP11) o F (KSP2) costruito da:</w:t>
            </w:r>
          </w:p>
          <w:p w14:paraId="2DA17369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25D54F33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34C1905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9687EDB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8D74737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5D3E78A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D667BD0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FA8BCD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762767A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AFDA086" w14:textId="116C244D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75 x 75 o equivalente.</w:t>
            </w:r>
          </w:p>
        </w:tc>
      </w:tr>
      <w:tr w:rsidR="00493204" w14:paraId="192AE006" w14:textId="77777777" w:rsidTr="00844912">
        <w:tc>
          <w:tcPr>
            <w:tcW w:w="1271" w:type="dxa"/>
            <w:hideMark/>
          </w:tcPr>
          <w:p w14:paraId="4B2C24CA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28101720</w:t>
            </w:r>
          </w:p>
        </w:tc>
        <w:tc>
          <w:tcPr>
            <w:tcW w:w="2126" w:type="dxa"/>
            <w:hideMark/>
          </w:tcPr>
          <w:p w14:paraId="778C27C1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intermedio 45° </w:t>
            </w:r>
          </w:p>
          <w:p w14:paraId="56DE172A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40</w:t>
            </w:r>
          </w:p>
        </w:tc>
        <w:tc>
          <w:tcPr>
            <w:tcW w:w="6232" w:type="dxa"/>
          </w:tcPr>
          <w:p w14:paraId="212B906F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 a 45°, misura 40 x 40 con profilo di pinzatura TH (KSP11) costruito da:</w:t>
            </w:r>
          </w:p>
          <w:p w14:paraId="1F50B490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762BC1AA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7B1904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1F958B3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5CCA17F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65C5023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E7B4818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A89CAC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3365E68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BA2503" w14:textId="0EF9AF5C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intermedio 45°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40 o equivalente.</w:t>
            </w:r>
          </w:p>
        </w:tc>
      </w:tr>
      <w:tr w:rsidR="00493204" w14:paraId="4FC15591" w14:textId="77777777" w:rsidTr="00844912">
        <w:tc>
          <w:tcPr>
            <w:tcW w:w="1271" w:type="dxa"/>
            <w:hideMark/>
          </w:tcPr>
          <w:p w14:paraId="1CE10A71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28101722</w:t>
            </w:r>
          </w:p>
        </w:tc>
        <w:tc>
          <w:tcPr>
            <w:tcW w:w="2126" w:type="dxa"/>
            <w:hideMark/>
          </w:tcPr>
          <w:p w14:paraId="005A56BD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intermedio 45° </w:t>
            </w:r>
          </w:p>
          <w:p w14:paraId="24BE414A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50</w:t>
            </w:r>
          </w:p>
        </w:tc>
        <w:tc>
          <w:tcPr>
            <w:tcW w:w="6232" w:type="dxa"/>
          </w:tcPr>
          <w:p w14:paraId="31DB894E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 a 45°, misura 50 x 50 con profilo di pinzatura TH (KSP11) costruito da:</w:t>
            </w:r>
          </w:p>
          <w:p w14:paraId="4E2F39E5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4CCE7C1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lastRenderedPageBreak/>
              <w:t>Anello portabussola in PA 6 di colore blu</w:t>
            </w:r>
          </w:p>
          <w:p w14:paraId="43E37742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862F5E6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78020A4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971143C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22227C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35CB8E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72F9924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6F3BDB4" w14:textId="25AEC179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intermedio 45°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50 o equivalente.</w:t>
            </w:r>
          </w:p>
        </w:tc>
      </w:tr>
      <w:tr w:rsidR="00493204" w14:paraId="1527D493" w14:textId="77777777" w:rsidTr="00844912">
        <w:tc>
          <w:tcPr>
            <w:tcW w:w="1271" w:type="dxa"/>
            <w:hideMark/>
          </w:tcPr>
          <w:p w14:paraId="46FC77D6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28101724</w:t>
            </w:r>
          </w:p>
        </w:tc>
        <w:tc>
          <w:tcPr>
            <w:tcW w:w="2126" w:type="dxa"/>
            <w:hideMark/>
          </w:tcPr>
          <w:p w14:paraId="5E8E369D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intermedio a 45° </w:t>
            </w:r>
          </w:p>
          <w:p w14:paraId="10D21821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63</w:t>
            </w:r>
          </w:p>
        </w:tc>
        <w:tc>
          <w:tcPr>
            <w:tcW w:w="6232" w:type="dxa"/>
          </w:tcPr>
          <w:p w14:paraId="66F45D76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 a 45°, misura 63 x 63 con profilo di pinzatura TH (KSP11) costruito da:</w:t>
            </w:r>
          </w:p>
          <w:p w14:paraId="47B26FE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237BCA4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5F0D06E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1CF7DDA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01BE02C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873D8DE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F53912A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3F4F444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74B9FDC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2E92472" w14:textId="0FE322E3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intermedio 45°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63 x 63 o equivalente.</w:t>
            </w:r>
          </w:p>
        </w:tc>
      </w:tr>
      <w:tr w:rsidR="00493204" w14:paraId="0CAE4ED5" w14:textId="77777777" w:rsidTr="00844912">
        <w:tc>
          <w:tcPr>
            <w:tcW w:w="1271" w:type="dxa"/>
            <w:hideMark/>
          </w:tcPr>
          <w:p w14:paraId="3412D6DB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28115542</w:t>
            </w:r>
          </w:p>
        </w:tc>
        <w:tc>
          <w:tcPr>
            <w:tcW w:w="2126" w:type="dxa"/>
            <w:hideMark/>
          </w:tcPr>
          <w:p w14:paraId="51C96606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Gerpex intermedio a 45° </w:t>
            </w:r>
          </w:p>
          <w:p w14:paraId="365BE58C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75</w:t>
            </w:r>
          </w:p>
        </w:tc>
        <w:tc>
          <w:tcPr>
            <w:tcW w:w="6232" w:type="dxa"/>
          </w:tcPr>
          <w:p w14:paraId="7E81FEE0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 a 45°, misura 75 x 75 con profilo di pinzatura TH (KSP11) o F (KSP2) costruito da:</w:t>
            </w:r>
          </w:p>
          <w:p w14:paraId="5C1BE17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4A58971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D968D84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3BFD626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1873770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B66900B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B0ACFE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CE9728D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2DC62D1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62C4DB8" w14:textId="69394C74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Gomito Gerpex intermedio 45°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75 x 75 o equivalente.</w:t>
            </w:r>
          </w:p>
        </w:tc>
      </w:tr>
      <w:tr w:rsidR="00523B3E" w14:paraId="1152510E" w14:textId="77777777" w:rsidTr="00844912">
        <w:tc>
          <w:tcPr>
            <w:tcW w:w="1271" w:type="dxa"/>
          </w:tcPr>
          <w:p w14:paraId="1FD3A54F" w14:textId="4EF0F86D" w:rsidR="00523B3E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28101456</w:t>
            </w:r>
          </w:p>
        </w:tc>
        <w:tc>
          <w:tcPr>
            <w:tcW w:w="2126" w:type="dxa"/>
          </w:tcPr>
          <w:p w14:paraId="02E9DEC1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femmina</w:t>
            </w:r>
          </w:p>
          <w:p w14:paraId="15799A20" w14:textId="707990D5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Cs/>
                <w:sz w:val="20"/>
              </w:rPr>
              <w:t>”</w:t>
            </w:r>
          </w:p>
        </w:tc>
        <w:tc>
          <w:tcPr>
            <w:tcW w:w="6232" w:type="dxa"/>
          </w:tcPr>
          <w:p w14:paraId="3C86B657" w14:textId="1C0CF522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/2</w:t>
            </w:r>
            <w:r w:rsidRPr="00844912">
              <w:rPr>
                <w:rFonts w:ascii="Poppins" w:hAnsi="Poppins" w:cs="Poppins"/>
                <w:sz w:val="20"/>
              </w:rPr>
              <w:t xml:space="preserve">" con profilo di pinzatura </w:t>
            </w:r>
            <w:r>
              <w:rPr>
                <w:rFonts w:ascii="Poppins" w:hAnsi="Poppins" w:cs="Poppins"/>
                <w:sz w:val="20"/>
              </w:rPr>
              <w:t>B (KSP1)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170DF349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D3AFC88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AF6AC0C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4331C8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7D95A07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85F9E39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745EF3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0F5CF4B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11E3555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51A699B" w14:textId="41A9E888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femmina </w:t>
            </w:r>
            <w:r>
              <w:rPr>
                <w:rFonts w:ascii="Poppins" w:hAnsi="Poppins" w:cs="Poppins"/>
                <w:b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523B3E" w14:paraId="014C823F" w14:textId="77777777" w:rsidTr="00844912">
        <w:tc>
          <w:tcPr>
            <w:tcW w:w="1271" w:type="dxa"/>
          </w:tcPr>
          <w:p w14:paraId="2EA1DD12" w14:textId="4DF3376A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28115534</w:t>
            </w:r>
          </w:p>
        </w:tc>
        <w:tc>
          <w:tcPr>
            <w:tcW w:w="2126" w:type="dxa"/>
          </w:tcPr>
          <w:p w14:paraId="06A1B7F3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femmina</w:t>
            </w:r>
          </w:p>
          <w:p w14:paraId="12AABD41" w14:textId="051AA1F9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1”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</w:p>
        </w:tc>
        <w:tc>
          <w:tcPr>
            <w:tcW w:w="6232" w:type="dxa"/>
          </w:tcPr>
          <w:p w14:paraId="69C485E0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40</w:t>
            </w:r>
            <w:r w:rsidRPr="00844912">
              <w:rPr>
                <w:rFonts w:ascii="Poppins" w:hAnsi="Poppins" w:cs="Poppins"/>
                <w:sz w:val="20"/>
              </w:rPr>
              <w:t xml:space="preserve"> x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3350D9F6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FC6884F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E6825A7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C79412C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2C61618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44A59C7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36316F0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B73C164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2CEE8C1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B2B258E" w14:textId="46C3FC45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femmina </w:t>
            </w:r>
            <w:r>
              <w:rPr>
                <w:rFonts w:ascii="Poppins" w:hAnsi="Poppins" w:cs="Poppins"/>
                <w:b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1"</w:t>
            </w:r>
            <w:r>
              <w:rPr>
                <w:rFonts w:ascii="Poppins" w:hAnsi="Poppins" w:cs="Poppins"/>
                <w:b/>
                <w:bCs/>
                <w:sz w:val="20"/>
              </w:rPr>
              <w:t>1/4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523B3E" w14:paraId="2B568633" w14:textId="77777777" w:rsidTr="00844912">
        <w:tc>
          <w:tcPr>
            <w:tcW w:w="1271" w:type="dxa"/>
          </w:tcPr>
          <w:p w14:paraId="7BA7B185" w14:textId="67B1B9D5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28115570</w:t>
            </w:r>
          </w:p>
        </w:tc>
        <w:tc>
          <w:tcPr>
            <w:tcW w:w="2126" w:type="dxa"/>
          </w:tcPr>
          <w:p w14:paraId="28330742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femmina</w:t>
            </w:r>
          </w:p>
          <w:p w14:paraId="6B523419" w14:textId="48AA3183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1”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</w:p>
        </w:tc>
        <w:tc>
          <w:tcPr>
            <w:tcW w:w="6232" w:type="dxa"/>
          </w:tcPr>
          <w:p w14:paraId="443A53D1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844912">
              <w:rPr>
                <w:rFonts w:ascii="Poppins" w:hAnsi="Poppins" w:cs="Poppins"/>
                <w:sz w:val="20"/>
              </w:rPr>
              <w:t xml:space="preserve"> x 1"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0CAE61FB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8F180A0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3E03493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B4D9297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9FD849E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DD59278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560BCD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B3872BE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F96D48A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BA59BCB" w14:textId="1864932B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femmina </w:t>
            </w:r>
            <w:r>
              <w:rPr>
                <w:rFonts w:ascii="Poppins" w:hAnsi="Poppins" w:cs="Poppins"/>
                <w:b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1"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523B3E" w14:paraId="227BFCD3" w14:textId="77777777" w:rsidTr="00844912">
        <w:tc>
          <w:tcPr>
            <w:tcW w:w="1271" w:type="dxa"/>
          </w:tcPr>
          <w:p w14:paraId="03B069E9" w14:textId="656E94B6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28115402</w:t>
            </w:r>
          </w:p>
        </w:tc>
        <w:tc>
          <w:tcPr>
            <w:tcW w:w="2126" w:type="dxa"/>
          </w:tcPr>
          <w:p w14:paraId="5E4BFDE1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femmina</w:t>
            </w:r>
          </w:p>
          <w:p w14:paraId="21DBC0A6" w14:textId="245792EE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2”</w:t>
            </w:r>
          </w:p>
        </w:tc>
        <w:tc>
          <w:tcPr>
            <w:tcW w:w="6232" w:type="dxa"/>
          </w:tcPr>
          <w:p w14:paraId="4EAC8768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63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2”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4BD37D8B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B841265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64C25873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EC8109E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C3232E6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CD76F8F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DF77CD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B03A574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25EF0C8A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67A7235" w14:textId="5EC0C2DA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femmina </w:t>
            </w:r>
            <w:r>
              <w:rPr>
                <w:rFonts w:ascii="Poppins" w:hAnsi="Poppins" w:cs="Poppins"/>
                <w:b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bCs/>
                <w:sz w:val="20"/>
              </w:rPr>
              <w:t>x 2”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523B3E" w14:paraId="22AA6365" w14:textId="77777777" w:rsidTr="00844912">
        <w:tc>
          <w:tcPr>
            <w:tcW w:w="1271" w:type="dxa"/>
          </w:tcPr>
          <w:p w14:paraId="71A61DEE" w14:textId="2400124B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28115562</w:t>
            </w:r>
          </w:p>
        </w:tc>
        <w:tc>
          <w:tcPr>
            <w:tcW w:w="2126" w:type="dxa"/>
          </w:tcPr>
          <w:p w14:paraId="31CA8CB5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femmina</w:t>
            </w:r>
          </w:p>
          <w:p w14:paraId="0CD71565" w14:textId="4284BDD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75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Cs/>
                <w:sz w:val="20"/>
              </w:rPr>
              <w:t>”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</w:p>
        </w:tc>
        <w:tc>
          <w:tcPr>
            <w:tcW w:w="6232" w:type="dxa"/>
          </w:tcPr>
          <w:p w14:paraId="7973C2E2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75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2</w:t>
            </w:r>
            <w:r w:rsidRPr="00844912">
              <w:rPr>
                <w:rFonts w:ascii="Poppins" w:hAnsi="Poppins" w:cs="Poppins"/>
                <w:sz w:val="20"/>
              </w:rPr>
              <w:t>"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 e F (KSP2)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690859E0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06CD74C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6A8C27D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DE07963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79D7E97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00E4678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B2146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0C49C37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1A9BC54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25C86C1" w14:textId="07AAADE6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femmina </w:t>
            </w:r>
            <w:r>
              <w:rPr>
                <w:rFonts w:ascii="Poppins" w:hAnsi="Poppins" w:cs="Poppins"/>
                <w:b/>
                <w:bCs/>
                <w:sz w:val="20"/>
              </w:rPr>
              <w:t>75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BF3229" w14:paraId="3058FD1B" w14:textId="77777777" w:rsidTr="00844912">
        <w:tc>
          <w:tcPr>
            <w:tcW w:w="1271" w:type="dxa"/>
          </w:tcPr>
          <w:p w14:paraId="220EB635" w14:textId="6E583DCD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28101442</w:t>
            </w:r>
          </w:p>
        </w:tc>
        <w:tc>
          <w:tcPr>
            <w:tcW w:w="2126" w:type="dxa"/>
          </w:tcPr>
          <w:p w14:paraId="4A47CBCC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maschio</w:t>
            </w:r>
          </w:p>
          <w:p w14:paraId="2970E1FA" w14:textId="3F62215C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18 x 1/2"</w:t>
            </w:r>
          </w:p>
        </w:tc>
        <w:tc>
          <w:tcPr>
            <w:tcW w:w="6232" w:type="dxa"/>
          </w:tcPr>
          <w:p w14:paraId="32A68E81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18 x 1/2" con profilo di pinzatura B (KSP1), costruito da:</w:t>
            </w:r>
          </w:p>
          <w:p w14:paraId="3AB5BAA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8C6D064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E3574DB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3D0B7F2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92D9636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4E83A2F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0CE92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658587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64710B8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A99FBAD" w14:textId="0F5938DD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maschio 18 x 1/2" o equivalente.</w:t>
            </w:r>
          </w:p>
        </w:tc>
      </w:tr>
      <w:tr w:rsidR="00BF3229" w14:paraId="6F661DCD" w14:textId="77777777" w:rsidTr="00844912">
        <w:tc>
          <w:tcPr>
            <w:tcW w:w="1271" w:type="dxa"/>
          </w:tcPr>
          <w:p w14:paraId="7A873A82" w14:textId="79D02D7C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28115512</w:t>
            </w:r>
          </w:p>
        </w:tc>
        <w:tc>
          <w:tcPr>
            <w:tcW w:w="2126" w:type="dxa"/>
          </w:tcPr>
          <w:p w14:paraId="426DDDD7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maschio</w:t>
            </w:r>
          </w:p>
          <w:p w14:paraId="30DC9320" w14:textId="0BE45B3F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1”</w:t>
            </w:r>
          </w:p>
        </w:tc>
        <w:tc>
          <w:tcPr>
            <w:tcW w:w="6232" w:type="dxa"/>
          </w:tcPr>
          <w:p w14:paraId="528D4711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40 x 1" con profilo di pinzatura TH (KSP11), costruito da:</w:t>
            </w:r>
          </w:p>
          <w:p w14:paraId="10EC467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357532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581D49B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6A2EAAB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3118A7F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2FB050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FC9DA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03A08A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D6A0253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904FCE2" w14:textId="06E7EAF8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Diritto Gerpex maschio 40 x 1" o equivalente.</w:t>
            </w:r>
          </w:p>
        </w:tc>
      </w:tr>
      <w:tr w:rsidR="00BF3229" w14:paraId="72A85460" w14:textId="77777777" w:rsidTr="00844912">
        <w:tc>
          <w:tcPr>
            <w:tcW w:w="1271" w:type="dxa"/>
          </w:tcPr>
          <w:p w14:paraId="09EF6912" w14:textId="0A2DE425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28115000</w:t>
            </w:r>
          </w:p>
        </w:tc>
        <w:tc>
          <w:tcPr>
            <w:tcW w:w="2126" w:type="dxa"/>
          </w:tcPr>
          <w:p w14:paraId="1D960DD3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maschio</w:t>
            </w:r>
          </w:p>
          <w:p w14:paraId="409E90EF" w14:textId="209D1BD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1”1/4</w:t>
            </w:r>
          </w:p>
        </w:tc>
        <w:tc>
          <w:tcPr>
            <w:tcW w:w="6232" w:type="dxa"/>
          </w:tcPr>
          <w:p w14:paraId="4641C5D2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40 x 1"1/4 con profilo di pinzatura TH (KSP11), costruito da:</w:t>
            </w:r>
          </w:p>
          <w:p w14:paraId="644EE466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19D1876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2C046ED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56DC6B1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F6C50EA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968E7F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897C919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20A79C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6EFB6BE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E2AFFE9" w14:textId="554267DF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maschio 40 x 1"1/4 o equivalente.</w:t>
            </w:r>
          </w:p>
        </w:tc>
      </w:tr>
      <w:tr w:rsidR="00BF3229" w14:paraId="2030C146" w14:textId="77777777" w:rsidTr="00844912">
        <w:tc>
          <w:tcPr>
            <w:tcW w:w="1271" w:type="dxa"/>
          </w:tcPr>
          <w:p w14:paraId="3B37BE86" w14:textId="6F97AF79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28115010</w:t>
            </w:r>
          </w:p>
        </w:tc>
        <w:tc>
          <w:tcPr>
            <w:tcW w:w="2126" w:type="dxa"/>
          </w:tcPr>
          <w:p w14:paraId="2933B084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maschio</w:t>
            </w:r>
          </w:p>
          <w:p w14:paraId="6494F7F7" w14:textId="3F077FA9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1”1/2</w:t>
            </w:r>
          </w:p>
        </w:tc>
        <w:tc>
          <w:tcPr>
            <w:tcW w:w="6232" w:type="dxa"/>
          </w:tcPr>
          <w:p w14:paraId="1DB949B8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50 x 1"1/2 con profilo di pinzatura TH (KSP11), costruito da:</w:t>
            </w:r>
          </w:p>
          <w:p w14:paraId="684DCAB8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B66DB8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3FF6B2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8BDC294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2DE8FB1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F3B50BE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19561E4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AD92BA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86BF4D2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1F99E0A" w14:textId="309BBF48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maschio 50 x 1"1/2 o equivalente.</w:t>
            </w:r>
          </w:p>
        </w:tc>
      </w:tr>
      <w:tr w:rsidR="00BF3229" w14:paraId="79537608" w14:textId="77777777" w:rsidTr="00844912">
        <w:tc>
          <w:tcPr>
            <w:tcW w:w="1271" w:type="dxa"/>
          </w:tcPr>
          <w:p w14:paraId="5635B1A9" w14:textId="62060053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28115020</w:t>
            </w:r>
          </w:p>
        </w:tc>
        <w:tc>
          <w:tcPr>
            <w:tcW w:w="2126" w:type="dxa"/>
          </w:tcPr>
          <w:p w14:paraId="1B4761D2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maschio</w:t>
            </w:r>
          </w:p>
          <w:p w14:paraId="64ED810D" w14:textId="1C807DD2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2”</w:t>
            </w:r>
          </w:p>
        </w:tc>
        <w:tc>
          <w:tcPr>
            <w:tcW w:w="6232" w:type="dxa"/>
          </w:tcPr>
          <w:p w14:paraId="0867B48A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63 x 2" con profilo di pinzatura TH (KSP11), costruito da:</w:t>
            </w:r>
          </w:p>
          <w:p w14:paraId="0D85BE0B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ED87067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05D1967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EA4532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1176ECB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B021106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5404A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7422D4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0D04E71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67CB5B4" w14:textId="625E27BB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maschio 63 x 2" o equivalente.</w:t>
            </w:r>
          </w:p>
        </w:tc>
      </w:tr>
      <w:tr w:rsidR="00BF3229" w14:paraId="08CEB592" w14:textId="77777777" w:rsidTr="00844912">
        <w:tc>
          <w:tcPr>
            <w:tcW w:w="1271" w:type="dxa"/>
          </w:tcPr>
          <w:p w14:paraId="514E275A" w14:textId="5127133D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28115552</w:t>
            </w:r>
          </w:p>
        </w:tc>
        <w:tc>
          <w:tcPr>
            <w:tcW w:w="2126" w:type="dxa"/>
          </w:tcPr>
          <w:p w14:paraId="6319F0FC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maschio</w:t>
            </w:r>
          </w:p>
          <w:p w14:paraId="3E488222" w14:textId="753EEDFA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2”1/2</w:t>
            </w:r>
          </w:p>
        </w:tc>
        <w:tc>
          <w:tcPr>
            <w:tcW w:w="6232" w:type="dxa"/>
          </w:tcPr>
          <w:p w14:paraId="0A3C8862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75 x 2"con profilo di pinzatura TH (KSP11) e F (KSP2), costruito da:</w:t>
            </w:r>
          </w:p>
          <w:p w14:paraId="4F48D51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824BE9C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74B130EC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CAECE29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927E19E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A076BBA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9BC85AD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0612625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A0153A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EB53567" w14:textId="6FF2EAF5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maschio 75 x 2" o equivalente.</w:t>
            </w:r>
          </w:p>
        </w:tc>
      </w:tr>
      <w:tr w:rsidR="00BF3229" w14:paraId="5591AC98" w14:textId="77777777" w:rsidTr="00844912">
        <w:tc>
          <w:tcPr>
            <w:tcW w:w="1271" w:type="dxa"/>
            <w:hideMark/>
          </w:tcPr>
          <w:p w14:paraId="155AD01A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28102622</w:t>
            </w:r>
          </w:p>
        </w:tc>
        <w:tc>
          <w:tcPr>
            <w:tcW w:w="2126" w:type="dxa"/>
            <w:hideMark/>
          </w:tcPr>
          <w:p w14:paraId="57EE43BF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con dado girevole femmina, tenuta piana 40 x 1”1/2</w:t>
            </w:r>
          </w:p>
        </w:tc>
        <w:tc>
          <w:tcPr>
            <w:tcW w:w="6232" w:type="dxa"/>
          </w:tcPr>
          <w:p w14:paraId="6AA9C91B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con dado girevole femmina con tenuta piana, misura 40 x 1"1/4 con profilo di pinzatura TH (KSP11) costruito da:</w:t>
            </w:r>
          </w:p>
          <w:p w14:paraId="0E94FF08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50890C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4A7D979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64EB7FF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4F57E97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9062F3C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4EFC79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A38621C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0188FD5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952B90A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con dado girevole femmina, tenuta piana 40 x 1”1/2 o equivalente.</w:t>
            </w:r>
          </w:p>
        </w:tc>
      </w:tr>
      <w:tr w:rsidR="00BF3229" w14:paraId="1A23E227" w14:textId="77777777" w:rsidTr="00844912">
        <w:tc>
          <w:tcPr>
            <w:tcW w:w="1271" w:type="dxa"/>
            <w:hideMark/>
          </w:tcPr>
          <w:p w14:paraId="509715A4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28102624</w:t>
            </w:r>
          </w:p>
        </w:tc>
        <w:tc>
          <w:tcPr>
            <w:tcW w:w="2126" w:type="dxa"/>
            <w:hideMark/>
          </w:tcPr>
          <w:p w14:paraId="4F2606EC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con dado girevole femmina, tenuta piana 50 x 2”</w:t>
            </w:r>
          </w:p>
        </w:tc>
        <w:tc>
          <w:tcPr>
            <w:tcW w:w="6232" w:type="dxa"/>
          </w:tcPr>
          <w:p w14:paraId="00E47D7B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con dado girevole femmina con tenuta piana, misura 50 x 2" con profilo di pinzatura TH (KSP11) costruito da:</w:t>
            </w:r>
          </w:p>
          <w:p w14:paraId="58AE80D1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990C76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23F0B9F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7AD8BA2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7D29A85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57EDAE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A089B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FCF008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35306FE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340059C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con dado girevole femmina, tenuta piana 50 x 2” o equivalente.</w:t>
            </w:r>
          </w:p>
        </w:tc>
      </w:tr>
      <w:tr w:rsidR="00BF3229" w14:paraId="29626052" w14:textId="77777777" w:rsidTr="00844912">
        <w:tc>
          <w:tcPr>
            <w:tcW w:w="1271" w:type="dxa"/>
            <w:hideMark/>
          </w:tcPr>
          <w:p w14:paraId="6DA7B9A6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28102626</w:t>
            </w:r>
          </w:p>
        </w:tc>
        <w:tc>
          <w:tcPr>
            <w:tcW w:w="2126" w:type="dxa"/>
            <w:hideMark/>
          </w:tcPr>
          <w:p w14:paraId="5689FA15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Gerpex con dado girevole </w:t>
            </w: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femmina, tenuta piana 63 x 2”1/2</w:t>
            </w:r>
          </w:p>
        </w:tc>
        <w:tc>
          <w:tcPr>
            <w:tcW w:w="6232" w:type="dxa"/>
          </w:tcPr>
          <w:p w14:paraId="064BDD4F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Diritto con dado girevole femmina con tenuta piana, misura 63 x 2"1/2 con profilo di pinzatura TH (KSP11) costruito da:</w:t>
            </w:r>
          </w:p>
          <w:p w14:paraId="2775E5D5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70FEF6D1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lastRenderedPageBreak/>
              <w:t>Anello portabussola in PA 6 di colore blu</w:t>
            </w:r>
          </w:p>
          <w:p w14:paraId="004F92FC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7C6861F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6140C0F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A1F778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43949A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4CBCD81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997CA65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F3C5A55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con dado girevole femmina, tenuta piana 63 x 2”1/2 o equivalente.</w:t>
            </w:r>
          </w:p>
        </w:tc>
      </w:tr>
      <w:tr w:rsidR="00712B90" w14:paraId="638CED37" w14:textId="77777777" w:rsidTr="00844912">
        <w:tc>
          <w:tcPr>
            <w:tcW w:w="1271" w:type="dxa"/>
          </w:tcPr>
          <w:p w14:paraId="6C17FD92" w14:textId="0F65449D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28101424</w:t>
            </w:r>
          </w:p>
        </w:tc>
        <w:tc>
          <w:tcPr>
            <w:tcW w:w="2126" w:type="dxa"/>
          </w:tcPr>
          <w:p w14:paraId="0EDA07CE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</w:t>
            </w:r>
          </w:p>
          <w:p w14:paraId="6F67C7B1" w14:textId="3EFDBEE1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18</w:t>
            </w:r>
          </w:p>
        </w:tc>
        <w:tc>
          <w:tcPr>
            <w:tcW w:w="6232" w:type="dxa"/>
          </w:tcPr>
          <w:p w14:paraId="4D323DDE" w14:textId="05EDA4A6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18 x 18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B (KSP1)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1B7C5AD2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CB4F6B8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1569AED0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2641D5C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5C703F4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EEF5D96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E63B4E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E7DE3D2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E99C9E1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B64C2AA" w14:textId="411EBEF2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18 x 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12B90" w14:paraId="276C2645" w14:textId="77777777" w:rsidTr="00844912">
        <w:tc>
          <w:tcPr>
            <w:tcW w:w="1271" w:type="dxa"/>
          </w:tcPr>
          <w:p w14:paraId="66AB8C64" w14:textId="1BF7C15F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28115050</w:t>
            </w:r>
          </w:p>
        </w:tc>
        <w:tc>
          <w:tcPr>
            <w:tcW w:w="2126" w:type="dxa"/>
          </w:tcPr>
          <w:p w14:paraId="0AC20F04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</w:t>
            </w:r>
          </w:p>
          <w:p w14:paraId="5E35C38D" w14:textId="51C6B41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</w:p>
        </w:tc>
        <w:tc>
          <w:tcPr>
            <w:tcW w:w="6232" w:type="dxa"/>
          </w:tcPr>
          <w:p w14:paraId="4EF7B391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40 x 40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0FB09A05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5116B37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84AD5B4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9F52120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C048E16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5CBA415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62750D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C3128C6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4F5FE7B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F9BCF4A" w14:textId="1C30AAA0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40 x 40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12B90" w14:paraId="1F75868A" w14:textId="77777777" w:rsidTr="00844912">
        <w:tc>
          <w:tcPr>
            <w:tcW w:w="1271" w:type="dxa"/>
          </w:tcPr>
          <w:p w14:paraId="3BD12FB5" w14:textId="120E6C02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28115060</w:t>
            </w:r>
          </w:p>
        </w:tc>
        <w:tc>
          <w:tcPr>
            <w:tcW w:w="2126" w:type="dxa"/>
          </w:tcPr>
          <w:p w14:paraId="4E523ED3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</w:t>
            </w:r>
          </w:p>
          <w:p w14:paraId="631FF92F" w14:textId="44410409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50 x 50</w:t>
            </w:r>
          </w:p>
        </w:tc>
        <w:tc>
          <w:tcPr>
            <w:tcW w:w="6232" w:type="dxa"/>
          </w:tcPr>
          <w:p w14:paraId="0D44AFE1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50 x 50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1F1BFFB7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02DD312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90706DF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D9F6EBB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867CDFB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155EC0E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4D8EB4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2688361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E8500F9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CA77662" w14:textId="1F83170B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50 x 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12B90" w14:paraId="509B8E61" w14:textId="77777777" w:rsidTr="00844912">
        <w:tc>
          <w:tcPr>
            <w:tcW w:w="1271" w:type="dxa"/>
          </w:tcPr>
          <w:p w14:paraId="6CFD28A1" w14:textId="0317B886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28115070</w:t>
            </w:r>
          </w:p>
        </w:tc>
        <w:tc>
          <w:tcPr>
            <w:tcW w:w="2126" w:type="dxa"/>
          </w:tcPr>
          <w:p w14:paraId="400E90A5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</w:t>
            </w:r>
          </w:p>
          <w:p w14:paraId="470C9B21" w14:textId="09CFEAFB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63 x 63</w:t>
            </w:r>
          </w:p>
        </w:tc>
        <w:tc>
          <w:tcPr>
            <w:tcW w:w="6232" w:type="dxa"/>
          </w:tcPr>
          <w:p w14:paraId="08764BEB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63 x 63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3D4B3AB5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A17FE69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5587AEA7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1441276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B8511E2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B0BDCD8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245131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94B8F0E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2BBE627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9A81788" w14:textId="1D792662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63 x 63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12B90" w14:paraId="17CF017A" w14:textId="77777777" w:rsidTr="00844912">
        <w:tc>
          <w:tcPr>
            <w:tcW w:w="1271" w:type="dxa"/>
          </w:tcPr>
          <w:p w14:paraId="79CAAC35" w14:textId="4BC24AA1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28115554</w:t>
            </w:r>
          </w:p>
        </w:tc>
        <w:tc>
          <w:tcPr>
            <w:tcW w:w="2126" w:type="dxa"/>
          </w:tcPr>
          <w:p w14:paraId="77B5D1D6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</w:t>
            </w:r>
          </w:p>
          <w:p w14:paraId="6F3D6A15" w14:textId="153FE64C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75 x 75</w:t>
            </w:r>
          </w:p>
        </w:tc>
        <w:tc>
          <w:tcPr>
            <w:tcW w:w="6232" w:type="dxa"/>
          </w:tcPr>
          <w:p w14:paraId="4F72A649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75 x 75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 e F (KSP2)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7C620C97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88A0766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24AA859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529456F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B598AC4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52D5A12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7E5285A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D49C6EE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261882F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21B9926" w14:textId="42B21FF5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Gerpex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75 x 75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0A5251" w14:paraId="547BB3D8" w14:textId="77777777" w:rsidTr="00844912">
        <w:tc>
          <w:tcPr>
            <w:tcW w:w="1271" w:type="dxa"/>
          </w:tcPr>
          <w:p w14:paraId="25639434" w14:textId="0833E26F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28181020</w:t>
            </w:r>
          </w:p>
        </w:tc>
        <w:tc>
          <w:tcPr>
            <w:tcW w:w="2126" w:type="dxa"/>
          </w:tcPr>
          <w:p w14:paraId="49826A1B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 ridotto</w:t>
            </w:r>
          </w:p>
          <w:p w14:paraId="7839577E" w14:textId="2B2D66FA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26</w:t>
            </w:r>
          </w:p>
        </w:tc>
        <w:tc>
          <w:tcPr>
            <w:tcW w:w="6232" w:type="dxa"/>
          </w:tcPr>
          <w:p w14:paraId="07D43E25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40 x 26 con profilo di pinzatura TH (KSP11)</w:t>
            </w:r>
            <w:r>
              <w:rPr>
                <w:rFonts w:ascii="Poppins" w:hAnsi="Poppins" w:cs="Poppins"/>
                <w:sz w:val="20"/>
              </w:rPr>
              <w:t xml:space="preserve">,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7460C331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F2D2005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13224F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BC15766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342AFF6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06523EB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31FC70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522AA5C" w14:textId="77777777" w:rsidR="000A5251" w:rsidRPr="0033660F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7DEE7751" w14:textId="77777777" w:rsidR="000A5251" w:rsidRPr="0033660F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</w:p>
          <w:p w14:paraId="40644DD8" w14:textId="77777777" w:rsidR="000A5251" w:rsidRPr="0033660F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  <w:r>
              <w:rPr>
                <w:rFonts w:ascii="Poppins" w:hAnsi="Poppins" w:cs="Poppins"/>
                <w:bCs/>
                <w:sz w:val="20"/>
                <w:szCs w:val="16"/>
              </w:rPr>
              <w:t>Funzione LBP solo nelle derivazioni 26x3.</w:t>
            </w:r>
          </w:p>
          <w:p w14:paraId="630B3534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004EEA5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intermedio ridotto</w:t>
            </w:r>
          </w:p>
          <w:p w14:paraId="4ADE7D5A" w14:textId="18441938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40 x 26 o equivalente.</w:t>
            </w:r>
          </w:p>
        </w:tc>
      </w:tr>
      <w:tr w:rsidR="000A5251" w14:paraId="3AC6D419" w14:textId="77777777" w:rsidTr="00844912">
        <w:tc>
          <w:tcPr>
            <w:tcW w:w="1271" w:type="dxa"/>
          </w:tcPr>
          <w:p w14:paraId="05151D50" w14:textId="078834B1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28181022</w:t>
            </w:r>
          </w:p>
        </w:tc>
        <w:tc>
          <w:tcPr>
            <w:tcW w:w="2126" w:type="dxa"/>
          </w:tcPr>
          <w:p w14:paraId="0F5A1863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 ridotto</w:t>
            </w:r>
          </w:p>
          <w:p w14:paraId="16123425" w14:textId="0E663648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32</w:t>
            </w:r>
          </w:p>
        </w:tc>
        <w:tc>
          <w:tcPr>
            <w:tcW w:w="6232" w:type="dxa"/>
          </w:tcPr>
          <w:p w14:paraId="023D10FF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40 x 32 con profilo di pinzatura TH (KSP11)</w:t>
            </w:r>
            <w:r>
              <w:rPr>
                <w:rFonts w:ascii="Poppins" w:hAnsi="Poppins" w:cs="Poppins"/>
                <w:sz w:val="20"/>
              </w:rPr>
              <w:t xml:space="preserve">,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7BC1B9E2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2051C99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926EFF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5D10DDB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00D61B3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C69F36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AACAE5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E369A4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FCA06B0" w14:textId="77777777" w:rsidR="000A5251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46F66E1" w14:textId="77777777" w:rsidR="000A5251" w:rsidRPr="009A7E3C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  <w:r>
              <w:rPr>
                <w:rFonts w:ascii="Poppins" w:hAnsi="Poppins" w:cs="Poppins"/>
                <w:bCs/>
                <w:sz w:val="20"/>
                <w:szCs w:val="16"/>
              </w:rPr>
              <w:t>Funzione LBP solo nelle derivazioni 32x3.</w:t>
            </w:r>
          </w:p>
          <w:p w14:paraId="00CA9085" w14:textId="77777777" w:rsidR="000A5251" w:rsidRPr="00640F2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16FC6E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intermedio ridotto</w:t>
            </w:r>
          </w:p>
          <w:p w14:paraId="53673E1E" w14:textId="6ADEF80D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40 x 32 o equivalente.</w:t>
            </w:r>
          </w:p>
        </w:tc>
      </w:tr>
      <w:tr w:rsidR="000A5251" w14:paraId="196B1F5A" w14:textId="77777777" w:rsidTr="00844912">
        <w:tc>
          <w:tcPr>
            <w:tcW w:w="1271" w:type="dxa"/>
          </w:tcPr>
          <w:p w14:paraId="467740C4" w14:textId="06DF0C47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28181024</w:t>
            </w:r>
          </w:p>
        </w:tc>
        <w:tc>
          <w:tcPr>
            <w:tcW w:w="2126" w:type="dxa"/>
          </w:tcPr>
          <w:p w14:paraId="35E6B584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 ridotto</w:t>
            </w:r>
          </w:p>
          <w:p w14:paraId="67FC8999" w14:textId="6ECE6BDB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32</w:t>
            </w:r>
          </w:p>
        </w:tc>
        <w:tc>
          <w:tcPr>
            <w:tcW w:w="6232" w:type="dxa"/>
          </w:tcPr>
          <w:p w14:paraId="000CA7C6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50 x 32 con profilo di pinzatura TH (KSP11)</w:t>
            </w:r>
            <w:r>
              <w:rPr>
                <w:rFonts w:ascii="Poppins" w:hAnsi="Poppins" w:cs="Poppins"/>
                <w:sz w:val="20"/>
              </w:rPr>
              <w:t xml:space="preserve">,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008D0A1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DC989F9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77BEE69F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1A24989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9EBFCA2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D47DA65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924528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E740219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3814894" w14:textId="77777777" w:rsidR="000A5251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1CA4B40" w14:textId="77777777" w:rsidR="000A5251" w:rsidRPr="009A7E3C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  <w:r>
              <w:rPr>
                <w:rFonts w:ascii="Poppins" w:hAnsi="Poppins" w:cs="Poppins"/>
                <w:bCs/>
                <w:sz w:val="20"/>
                <w:szCs w:val="16"/>
              </w:rPr>
              <w:t>Funzione LBP solo nelle derivazioni 32x3.</w:t>
            </w:r>
          </w:p>
          <w:p w14:paraId="78B5CF4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1DCFE4D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intermedio ridotto</w:t>
            </w:r>
          </w:p>
          <w:p w14:paraId="5E37B016" w14:textId="4614BC65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50 x 32 o equivalente.</w:t>
            </w:r>
          </w:p>
        </w:tc>
      </w:tr>
      <w:tr w:rsidR="000A5251" w14:paraId="30927E80" w14:textId="77777777" w:rsidTr="00844912">
        <w:tc>
          <w:tcPr>
            <w:tcW w:w="1271" w:type="dxa"/>
          </w:tcPr>
          <w:p w14:paraId="17F84226" w14:textId="248C423D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28115110</w:t>
            </w:r>
          </w:p>
        </w:tc>
        <w:tc>
          <w:tcPr>
            <w:tcW w:w="2126" w:type="dxa"/>
          </w:tcPr>
          <w:p w14:paraId="33D5E5F1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 ridotto</w:t>
            </w:r>
          </w:p>
          <w:p w14:paraId="2A0E7AA2" w14:textId="2FE328D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40</w:t>
            </w:r>
          </w:p>
        </w:tc>
        <w:tc>
          <w:tcPr>
            <w:tcW w:w="6232" w:type="dxa"/>
          </w:tcPr>
          <w:p w14:paraId="38A2953A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50 x 40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504392B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B6106C5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644D908D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EAF5B06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843BAEF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9676725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EECEE40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27CF81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F46B1D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6209DDB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intermedio ridotto</w:t>
            </w:r>
          </w:p>
          <w:p w14:paraId="08834FA1" w14:textId="1C54A8DC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50 x 40 o equivalente.</w:t>
            </w:r>
          </w:p>
        </w:tc>
      </w:tr>
      <w:tr w:rsidR="000A5251" w14:paraId="1087C169" w14:textId="77777777" w:rsidTr="00844912">
        <w:tc>
          <w:tcPr>
            <w:tcW w:w="1271" w:type="dxa"/>
          </w:tcPr>
          <w:p w14:paraId="0474F1E4" w14:textId="76DED2A4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28115120</w:t>
            </w:r>
          </w:p>
        </w:tc>
        <w:tc>
          <w:tcPr>
            <w:tcW w:w="2126" w:type="dxa"/>
          </w:tcPr>
          <w:p w14:paraId="5D43CBCC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 ridotto</w:t>
            </w:r>
          </w:p>
          <w:p w14:paraId="15706024" w14:textId="0CEE3272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40</w:t>
            </w:r>
          </w:p>
        </w:tc>
        <w:tc>
          <w:tcPr>
            <w:tcW w:w="6232" w:type="dxa"/>
          </w:tcPr>
          <w:p w14:paraId="2911F105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63 x 40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305809B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C7A3EA0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8C144F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9804E9D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A54B96B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F5A3CA7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3D59308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37674DF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26E561E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DEAA533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intermedio ridotto</w:t>
            </w:r>
          </w:p>
          <w:p w14:paraId="13251448" w14:textId="4DD0695F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63 x 40 o equivalente.</w:t>
            </w:r>
          </w:p>
        </w:tc>
      </w:tr>
      <w:tr w:rsidR="000A5251" w14:paraId="1EFD920B" w14:textId="77777777" w:rsidTr="00844912">
        <w:tc>
          <w:tcPr>
            <w:tcW w:w="1271" w:type="dxa"/>
          </w:tcPr>
          <w:p w14:paraId="0B9EF1D8" w14:textId="4F67452A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28115130</w:t>
            </w:r>
          </w:p>
        </w:tc>
        <w:tc>
          <w:tcPr>
            <w:tcW w:w="2126" w:type="dxa"/>
          </w:tcPr>
          <w:p w14:paraId="47D54C6D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 ridotto</w:t>
            </w:r>
          </w:p>
          <w:p w14:paraId="6BB0ABE8" w14:textId="5CE1C83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50</w:t>
            </w:r>
          </w:p>
        </w:tc>
        <w:tc>
          <w:tcPr>
            <w:tcW w:w="6232" w:type="dxa"/>
          </w:tcPr>
          <w:p w14:paraId="5CCABEEB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63 x 50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690B2E83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D043C11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5681484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8BE4EB7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7DE9F8A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29B61E7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E079CA2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510B1C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C818266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F74721A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intermedio ridotto</w:t>
            </w:r>
          </w:p>
          <w:p w14:paraId="73BFC536" w14:textId="014A0A6B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63 x 50 o equivalente.</w:t>
            </w:r>
          </w:p>
        </w:tc>
      </w:tr>
      <w:tr w:rsidR="000A5251" w14:paraId="405F6B55" w14:textId="77777777" w:rsidTr="00844912">
        <w:tc>
          <w:tcPr>
            <w:tcW w:w="1271" w:type="dxa"/>
          </w:tcPr>
          <w:p w14:paraId="799EEAE8" w14:textId="107E5C7A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28115556</w:t>
            </w:r>
          </w:p>
        </w:tc>
        <w:tc>
          <w:tcPr>
            <w:tcW w:w="2126" w:type="dxa"/>
          </w:tcPr>
          <w:p w14:paraId="5AAE713D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 ridotto</w:t>
            </w:r>
          </w:p>
          <w:p w14:paraId="60A6C2CF" w14:textId="713B09FC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40</w:t>
            </w:r>
          </w:p>
        </w:tc>
        <w:tc>
          <w:tcPr>
            <w:tcW w:w="6232" w:type="dxa"/>
          </w:tcPr>
          <w:p w14:paraId="00FB026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75 x 40 con profilo di pinzatura TH (KSP11) e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sz w:val="20"/>
              </w:rPr>
              <w:t>(KSP2) per la derivazione 75, costruito da:</w:t>
            </w:r>
          </w:p>
          <w:p w14:paraId="38972A91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A48C2A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7460A55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AB49DB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E12CFCB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2BA6A9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4975C58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6DBE9F2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4ED108F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5A112FE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intermedio ridotto</w:t>
            </w:r>
          </w:p>
          <w:p w14:paraId="788C7B34" w14:textId="1F627A55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75 x 40 o equivalente.</w:t>
            </w:r>
          </w:p>
        </w:tc>
      </w:tr>
      <w:tr w:rsidR="000A5251" w14:paraId="48822EF4" w14:textId="77777777" w:rsidTr="00844912">
        <w:tc>
          <w:tcPr>
            <w:tcW w:w="1271" w:type="dxa"/>
          </w:tcPr>
          <w:p w14:paraId="64ACF8FD" w14:textId="1FFBE37A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28115558</w:t>
            </w:r>
          </w:p>
        </w:tc>
        <w:tc>
          <w:tcPr>
            <w:tcW w:w="2126" w:type="dxa"/>
          </w:tcPr>
          <w:p w14:paraId="1D527592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 ridotto</w:t>
            </w:r>
          </w:p>
          <w:p w14:paraId="5AD8FC6B" w14:textId="7F7528FE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50</w:t>
            </w:r>
          </w:p>
        </w:tc>
        <w:tc>
          <w:tcPr>
            <w:tcW w:w="6232" w:type="dxa"/>
          </w:tcPr>
          <w:p w14:paraId="4CB29900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75 x 50 con profilo di pinzatura TH (KSP11) e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sz w:val="20"/>
              </w:rPr>
              <w:t>(KSP2) per la derivazione 75, costruito da:</w:t>
            </w:r>
          </w:p>
          <w:p w14:paraId="7AA4713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198FBA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4FA8B56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AC02408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8330CD1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97F7376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7D3EED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4E3C16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07F1B7A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74E04CB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intermedio ridotto</w:t>
            </w:r>
          </w:p>
          <w:p w14:paraId="51586E09" w14:textId="571AA1AF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75 x 50 o equivalente.</w:t>
            </w:r>
          </w:p>
        </w:tc>
      </w:tr>
      <w:tr w:rsidR="000A5251" w14:paraId="4498C468" w14:textId="77777777" w:rsidTr="00844912">
        <w:tc>
          <w:tcPr>
            <w:tcW w:w="1271" w:type="dxa"/>
          </w:tcPr>
          <w:p w14:paraId="4729C798" w14:textId="33B98A6C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28115560</w:t>
            </w:r>
          </w:p>
        </w:tc>
        <w:tc>
          <w:tcPr>
            <w:tcW w:w="2126" w:type="dxa"/>
          </w:tcPr>
          <w:p w14:paraId="70000E86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Diritto Gerpex intermedio ridotto</w:t>
            </w:r>
          </w:p>
          <w:p w14:paraId="28DAF93F" w14:textId="4D3A1AD9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63</w:t>
            </w:r>
          </w:p>
        </w:tc>
        <w:tc>
          <w:tcPr>
            <w:tcW w:w="6232" w:type="dxa"/>
          </w:tcPr>
          <w:p w14:paraId="4924CD86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75 x 63 con profilo di pinzatura TH (KSP11) e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sz w:val="20"/>
              </w:rPr>
              <w:t>(KSP2) per la derivazione 75, costruito da:</w:t>
            </w:r>
          </w:p>
          <w:p w14:paraId="23ED6D97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6920083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A2A8672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C7489A0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DD07A2B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1EBA28F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C800BF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ED16D17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352E3B3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DF6036C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Diritto Gerpex intermedio ridotto</w:t>
            </w:r>
          </w:p>
          <w:p w14:paraId="7398B65B" w14:textId="21EE2552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75 x 63 o equivalente.</w:t>
            </w:r>
          </w:p>
        </w:tc>
      </w:tr>
      <w:tr w:rsidR="00315B54" w14:paraId="547AB5CD" w14:textId="77777777" w:rsidTr="00844912">
        <w:tc>
          <w:tcPr>
            <w:tcW w:w="1271" w:type="dxa"/>
          </w:tcPr>
          <w:p w14:paraId="7A65E674" w14:textId="138FBB24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01364</w:t>
            </w:r>
          </w:p>
        </w:tc>
        <w:tc>
          <w:tcPr>
            <w:tcW w:w="2126" w:type="dxa"/>
          </w:tcPr>
          <w:p w14:paraId="3E6D9540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</w:t>
            </w:r>
          </w:p>
          <w:p w14:paraId="3246E568" w14:textId="2F0AA80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18</w:t>
            </w:r>
          </w:p>
        </w:tc>
        <w:tc>
          <w:tcPr>
            <w:tcW w:w="6232" w:type="dxa"/>
          </w:tcPr>
          <w:p w14:paraId="598A563F" w14:textId="5FAA66F8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TEE intermedio, misura </w:t>
            </w:r>
            <w:r>
              <w:rPr>
                <w:rFonts w:ascii="Poppins" w:hAnsi="Poppins" w:cs="Poppins"/>
                <w:sz w:val="20"/>
              </w:rPr>
              <w:t>18 x 18 x 18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B </w:t>
            </w:r>
            <w:r w:rsidRPr="00844912">
              <w:rPr>
                <w:rFonts w:ascii="Poppins" w:hAnsi="Poppins" w:cs="Poppins"/>
                <w:sz w:val="20"/>
              </w:rPr>
              <w:t>(KSP1) costruito da:</w:t>
            </w:r>
          </w:p>
          <w:p w14:paraId="2B1B97F0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CA09EFD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190030B8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759D06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B9C8C76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FC52F36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AB0E1C4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ED1EA0F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260CEA5D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4DB8498" w14:textId="2D6CD7B0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Gerpex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18 x 18 x 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15B54" w14:paraId="453FF181" w14:textId="77777777" w:rsidTr="00844912">
        <w:tc>
          <w:tcPr>
            <w:tcW w:w="1271" w:type="dxa"/>
          </w:tcPr>
          <w:p w14:paraId="28F042EA" w14:textId="510DAADA" w:rsidR="00315B54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28115250</w:t>
            </w:r>
          </w:p>
        </w:tc>
        <w:tc>
          <w:tcPr>
            <w:tcW w:w="2126" w:type="dxa"/>
          </w:tcPr>
          <w:p w14:paraId="1460447D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</w:t>
            </w:r>
          </w:p>
          <w:p w14:paraId="2443C9F3" w14:textId="4C303A5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40 x 40</w:t>
            </w:r>
          </w:p>
        </w:tc>
        <w:tc>
          <w:tcPr>
            <w:tcW w:w="6232" w:type="dxa"/>
          </w:tcPr>
          <w:p w14:paraId="713AE7A8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intermedio, misura 40 x 40 x 40 con profilo di pinzatura TH (KSP11) costruito da:</w:t>
            </w:r>
          </w:p>
          <w:p w14:paraId="7BD5FFE1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BC651A6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6237315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A6C7686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E0BDB0E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7DF82FA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4B070F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FEA536D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B8F5024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7A738EE" w14:textId="54026339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40 x 40 x 40 o equivalente.</w:t>
            </w:r>
          </w:p>
        </w:tc>
      </w:tr>
      <w:tr w:rsidR="00315B54" w14:paraId="61D1456F" w14:textId="77777777" w:rsidTr="00844912">
        <w:tc>
          <w:tcPr>
            <w:tcW w:w="1271" w:type="dxa"/>
          </w:tcPr>
          <w:p w14:paraId="2004EC2C" w14:textId="7AA55BFE" w:rsidR="00315B54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28115260</w:t>
            </w:r>
          </w:p>
        </w:tc>
        <w:tc>
          <w:tcPr>
            <w:tcW w:w="2126" w:type="dxa"/>
          </w:tcPr>
          <w:p w14:paraId="34C71AC2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</w:t>
            </w:r>
          </w:p>
          <w:p w14:paraId="77E51E3C" w14:textId="555A4524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50 x 50</w:t>
            </w:r>
          </w:p>
        </w:tc>
        <w:tc>
          <w:tcPr>
            <w:tcW w:w="6232" w:type="dxa"/>
          </w:tcPr>
          <w:p w14:paraId="031B468E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intermedio, misura 50 x 50 x 50 con profilo di pinzatura TH (KSP11) costruito da:</w:t>
            </w:r>
          </w:p>
          <w:p w14:paraId="486E6C3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F3A170E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29350DA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89169B9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D91D6B2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EE63824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048FDF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7105333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854A8AA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BC5E43A" w14:textId="52D75321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50 x 50 x 50 o equivalente.</w:t>
            </w:r>
          </w:p>
        </w:tc>
      </w:tr>
      <w:tr w:rsidR="00315B54" w14:paraId="676DD812" w14:textId="77777777" w:rsidTr="00844912">
        <w:tc>
          <w:tcPr>
            <w:tcW w:w="1271" w:type="dxa"/>
          </w:tcPr>
          <w:p w14:paraId="7A635840" w14:textId="299CFCDF" w:rsidR="00315B54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28115270</w:t>
            </w:r>
          </w:p>
        </w:tc>
        <w:tc>
          <w:tcPr>
            <w:tcW w:w="2126" w:type="dxa"/>
          </w:tcPr>
          <w:p w14:paraId="069DAF5D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</w:t>
            </w:r>
          </w:p>
          <w:p w14:paraId="503D8BDB" w14:textId="6A5D26AC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63 x 63</w:t>
            </w:r>
          </w:p>
        </w:tc>
        <w:tc>
          <w:tcPr>
            <w:tcW w:w="6232" w:type="dxa"/>
          </w:tcPr>
          <w:p w14:paraId="12A194EA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intermedio, misura 63 x 63 x 63 con profilo di pinzatura TH (KSP11) costruito da:</w:t>
            </w:r>
          </w:p>
          <w:p w14:paraId="5BDA9538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B9B78BB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467393A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AF40891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EF98488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55E37CA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A8F06D1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C054FE0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2D616F3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42B2D18" w14:textId="6A3B2232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TEE Gerpex intermedio 63 x 63 x 63 o equivalente.</w:t>
            </w:r>
          </w:p>
        </w:tc>
      </w:tr>
      <w:tr w:rsidR="00315B54" w14:paraId="79E80AA3" w14:textId="77777777" w:rsidTr="00844912">
        <w:tc>
          <w:tcPr>
            <w:tcW w:w="1271" w:type="dxa"/>
          </w:tcPr>
          <w:p w14:paraId="7DFE549C" w14:textId="799BC1AA" w:rsidR="00315B54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28115544</w:t>
            </w:r>
          </w:p>
        </w:tc>
        <w:tc>
          <w:tcPr>
            <w:tcW w:w="2126" w:type="dxa"/>
          </w:tcPr>
          <w:p w14:paraId="67617E02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</w:t>
            </w:r>
          </w:p>
          <w:p w14:paraId="2100E4F4" w14:textId="222BF842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75 x 75</w:t>
            </w:r>
          </w:p>
        </w:tc>
        <w:tc>
          <w:tcPr>
            <w:tcW w:w="6232" w:type="dxa"/>
          </w:tcPr>
          <w:p w14:paraId="0BDFB42D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intermedio, misura 75 x 75 x 75 con profilo di pinzatura TH (KSP11) e F (KSP11) costruito da:</w:t>
            </w:r>
          </w:p>
          <w:p w14:paraId="200FDEAB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BDE0211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F0205A4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B9F38A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64D0A81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498B460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4CCBF3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A38F389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5E38279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A5C16EB" w14:textId="54111C2B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75 x 75 x 75 o equivalente.</w:t>
            </w:r>
          </w:p>
        </w:tc>
      </w:tr>
      <w:tr w:rsidR="00F67365" w14:paraId="6C923B60" w14:textId="77777777" w:rsidTr="00844912">
        <w:tc>
          <w:tcPr>
            <w:tcW w:w="1271" w:type="dxa"/>
          </w:tcPr>
          <w:p w14:paraId="3D886F9A" w14:textId="2A2EBBEE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28181178</w:t>
            </w:r>
          </w:p>
        </w:tc>
        <w:tc>
          <w:tcPr>
            <w:tcW w:w="2126" w:type="dxa"/>
          </w:tcPr>
          <w:p w14:paraId="5DEC7180" w14:textId="77777777" w:rsidR="00F67365" w:rsidRPr="00586F53" w:rsidRDefault="00F67365" w:rsidP="00F67365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</w:t>
            </w:r>
            <w:r>
              <w:rPr>
                <w:rFonts w:ascii="Poppins" w:hAnsi="Poppins" w:cs="Poppins"/>
                <w:bCs/>
                <w:sz w:val="20"/>
              </w:rPr>
              <w:t>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Gerpex</w:t>
            </w:r>
          </w:p>
          <w:p w14:paraId="52CB25BF" w14:textId="77777777" w:rsidR="00F67365" w:rsidRPr="00586F53" w:rsidRDefault="00F67365" w:rsidP="00F67365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62E2F54" w14:textId="5673FFF4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 x 20 x 40</w:t>
            </w:r>
          </w:p>
        </w:tc>
        <w:tc>
          <w:tcPr>
            <w:tcW w:w="6232" w:type="dxa"/>
          </w:tcPr>
          <w:p w14:paraId="3B2F1F3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2</w:t>
            </w:r>
            <w:r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40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TH (KSP11), costruito da:</w:t>
            </w:r>
          </w:p>
          <w:p w14:paraId="19CE3AB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7AEF98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EA7D70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7F22F9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117B4B4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57C2DF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7FB342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B0C2EC1" w14:textId="77777777" w:rsidR="00F67365" w:rsidRPr="005211E9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D6A8E9C" w14:textId="77777777" w:rsidR="00F67365" w:rsidRPr="005211E9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BEDD11D" w14:textId="77777777" w:rsidR="00F67365" w:rsidRPr="005211E9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20x2.</w:t>
            </w:r>
          </w:p>
          <w:p w14:paraId="3D7C023A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4DA7A4A" w14:textId="596E49DA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26 x 32 o equivalente.</w:t>
            </w:r>
          </w:p>
        </w:tc>
      </w:tr>
      <w:tr w:rsidR="00F67365" w14:paraId="63E4439C" w14:textId="77777777" w:rsidTr="00844912">
        <w:tc>
          <w:tcPr>
            <w:tcW w:w="1271" w:type="dxa"/>
          </w:tcPr>
          <w:p w14:paraId="1B357942" w14:textId="771427C7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81168</w:t>
            </w:r>
          </w:p>
        </w:tc>
        <w:tc>
          <w:tcPr>
            <w:tcW w:w="2126" w:type="dxa"/>
          </w:tcPr>
          <w:p w14:paraId="5B46F99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6D799BCF" w14:textId="4CE2499C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26 x 32</w:t>
            </w:r>
          </w:p>
        </w:tc>
        <w:tc>
          <w:tcPr>
            <w:tcW w:w="6232" w:type="dxa"/>
          </w:tcPr>
          <w:p w14:paraId="202EB62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26 x 32 con profilo di pinzatura TH (KSP11), costruito da:</w:t>
            </w:r>
          </w:p>
          <w:p w14:paraId="3B0E866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747ED6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5D6B27D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2E3348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162C9FB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5EB58CF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BAC0A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77CF2FA" w14:textId="77777777" w:rsidR="00F67365" w:rsidRPr="00896CF5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F82186B" w14:textId="77777777" w:rsidR="00F67365" w:rsidRPr="00896CF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</w:p>
          <w:p w14:paraId="2CEF9DAC" w14:textId="77777777" w:rsidR="00F67365" w:rsidRPr="00896CF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26x3 – 32x3.</w:t>
            </w:r>
          </w:p>
          <w:p w14:paraId="7F8094A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D5B554C" w14:textId="02D4BA75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26 x 32 o equivalente.</w:t>
            </w:r>
          </w:p>
        </w:tc>
      </w:tr>
      <w:tr w:rsidR="00F67365" w14:paraId="2D8B8EFC" w14:textId="77777777" w:rsidTr="00844912">
        <w:tc>
          <w:tcPr>
            <w:tcW w:w="1271" w:type="dxa"/>
          </w:tcPr>
          <w:p w14:paraId="5551225A" w14:textId="3601D147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28181170</w:t>
            </w:r>
          </w:p>
        </w:tc>
        <w:tc>
          <w:tcPr>
            <w:tcW w:w="2126" w:type="dxa"/>
          </w:tcPr>
          <w:p w14:paraId="7EC6622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249FC43F" w14:textId="1BB0E025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26 x 40</w:t>
            </w:r>
          </w:p>
        </w:tc>
        <w:tc>
          <w:tcPr>
            <w:tcW w:w="6232" w:type="dxa"/>
          </w:tcPr>
          <w:p w14:paraId="6B939AB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26 x 40 con profilo di pinzatura TH (KSP11), costruito da:</w:t>
            </w:r>
          </w:p>
          <w:p w14:paraId="18A3764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1FDA8A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B3C229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D0750A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CAEA63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32B234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F56DC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A8239D8" w14:textId="77777777" w:rsidR="00F67365" w:rsidRPr="001055CB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0F214B8" w14:textId="77777777" w:rsidR="00F67365" w:rsidRPr="001055CB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1211BD6C" w14:textId="77777777" w:rsidR="00F67365" w:rsidRPr="001055CB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  <w:szCs w:val="16"/>
              </w:rPr>
            </w:pPr>
            <w:r w:rsidRPr="001055CB">
              <w:rPr>
                <w:rFonts w:ascii="Poppins" w:hAnsi="Poppins" w:cs="Poppins"/>
                <w:sz w:val="20"/>
                <w:szCs w:val="16"/>
              </w:rPr>
              <w:t>Funzione LBP sono nelle derivazioni 26x3</w:t>
            </w:r>
            <w:r>
              <w:rPr>
                <w:rFonts w:ascii="Poppins" w:hAnsi="Poppins" w:cs="Poppins"/>
                <w:sz w:val="20"/>
                <w:szCs w:val="16"/>
              </w:rPr>
              <w:t>.</w:t>
            </w:r>
          </w:p>
          <w:p w14:paraId="4D9CA55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0385E6F" w14:textId="0D7FAA9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26 x 40 o equivalente.</w:t>
            </w:r>
          </w:p>
        </w:tc>
      </w:tr>
      <w:tr w:rsidR="00F67365" w14:paraId="7518FD03" w14:textId="77777777" w:rsidTr="00844912">
        <w:tc>
          <w:tcPr>
            <w:tcW w:w="1271" w:type="dxa"/>
          </w:tcPr>
          <w:p w14:paraId="57BCF726" w14:textId="75BF1360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81172</w:t>
            </w:r>
          </w:p>
        </w:tc>
        <w:tc>
          <w:tcPr>
            <w:tcW w:w="2126" w:type="dxa"/>
          </w:tcPr>
          <w:p w14:paraId="3E574B8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07623EB5" w14:textId="35F850A2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32 x 32</w:t>
            </w:r>
          </w:p>
        </w:tc>
        <w:tc>
          <w:tcPr>
            <w:tcW w:w="6232" w:type="dxa"/>
          </w:tcPr>
          <w:p w14:paraId="123A163E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32 x 432 con profilo di pinzatura TH (KSP11), costruito da:</w:t>
            </w:r>
          </w:p>
          <w:p w14:paraId="597415A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56E717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902DF7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E444CF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D48C2E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B69A302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E9F591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228DD1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4B73F6F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094B01" w14:textId="77777777" w:rsidR="00F67365" w:rsidRPr="00896CF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008F62B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F0C4752" w14:textId="17CB025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32 x 32 o equivalente.</w:t>
            </w:r>
          </w:p>
        </w:tc>
      </w:tr>
      <w:tr w:rsidR="00F67365" w14:paraId="0C00C7EF" w14:textId="77777777" w:rsidTr="00844912">
        <w:tc>
          <w:tcPr>
            <w:tcW w:w="1271" w:type="dxa"/>
          </w:tcPr>
          <w:p w14:paraId="4CA4D682" w14:textId="622580BF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28181174</w:t>
            </w:r>
          </w:p>
        </w:tc>
        <w:tc>
          <w:tcPr>
            <w:tcW w:w="2126" w:type="dxa"/>
          </w:tcPr>
          <w:p w14:paraId="53C90D1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6AC609C6" w14:textId="63092571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32 x 40</w:t>
            </w:r>
          </w:p>
        </w:tc>
        <w:tc>
          <w:tcPr>
            <w:tcW w:w="6232" w:type="dxa"/>
          </w:tcPr>
          <w:p w14:paraId="70EE4F5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32 x 40 con profilo di pinzatura TH (KSP11), costruito da:</w:t>
            </w:r>
          </w:p>
          <w:p w14:paraId="0165CC8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963A19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E3C170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24CF4D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D598889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ED7E4F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B77682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EE2FE8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454B459A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3BA0680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4298495F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A71D4E2" w14:textId="6743988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32 x 40 o equivalente.</w:t>
            </w:r>
          </w:p>
        </w:tc>
      </w:tr>
      <w:tr w:rsidR="00F67365" w14:paraId="3C393656" w14:textId="77777777" w:rsidTr="00844912">
        <w:tc>
          <w:tcPr>
            <w:tcW w:w="1271" w:type="dxa"/>
          </w:tcPr>
          <w:p w14:paraId="4095319E" w14:textId="273E6249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81176</w:t>
            </w:r>
          </w:p>
        </w:tc>
        <w:tc>
          <w:tcPr>
            <w:tcW w:w="2126" w:type="dxa"/>
          </w:tcPr>
          <w:p w14:paraId="1F4D40B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369D4208" w14:textId="71B7ACA6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40 x 32</w:t>
            </w:r>
          </w:p>
        </w:tc>
        <w:tc>
          <w:tcPr>
            <w:tcW w:w="6232" w:type="dxa"/>
          </w:tcPr>
          <w:p w14:paraId="2E67612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40 x 32 con profilo di pinzatura TH (KSP11), costruito da:</w:t>
            </w:r>
          </w:p>
          <w:p w14:paraId="4F06F0F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856AE0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105F709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86F9BE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CBD1CED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E0B7D6C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9D7837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BDAF6A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A34FB4C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D99670D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311352C3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9FAF942" w14:textId="4D5AD23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40 x 32 o equivalente.</w:t>
            </w:r>
          </w:p>
        </w:tc>
      </w:tr>
      <w:tr w:rsidR="00F67365" w14:paraId="7C271169" w14:textId="77777777" w:rsidTr="00844912">
        <w:tc>
          <w:tcPr>
            <w:tcW w:w="1271" w:type="dxa"/>
          </w:tcPr>
          <w:p w14:paraId="6C946B81" w14:textId="303E62FD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28181180</w:t>
            </w:r>
          </w:p>
        </w:tc>
        <w:tc>
          <w:tcPr>
            <w:tcW w:w="2126" w:type="dxa"/>
          </w:tcPr>
          <w:p w14:paraId="64685ECC" w14:textId="77777777" w:rsidR="00F67365" w:rsidRPr="00586F53" w:rsidRDefault="00F67365" w:rsidP="00F67365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</w:t>
            </w:r>
            <w:r>
              <w:rPr>
                <w:rFonts w:ascii="Poppins" w:hAnsi="Poppins" w:cs="Poppins"/>
                <w:bCs/>
                <w:sz w:val="20"/>
              </w:rPr>
              <w:t>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Gerpex</w:t>
            </w:r>
          </w:p>
          <w:p w14:paraId="13099E9D" w14:textId="77777777" w:rsidR="00F67365" w:rsidRPr="00586F53" w:rsidRDefault="00F67365" w:rsidP="00F67365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4ED1B44" w14:textId="7316B31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50 x 20 x 50</w:t>
            </w:r>
          </w:p>
        </w:tc>
        <w:tc>
          <w:tcPr>
            <w:tcW w:w="6232" w:type="dxa"/>
          </w:tcPr>
          <w:p w14:paraId="48E1733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2</w:t>
            </w:r>
            <w:r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 xml:space="preserve"> x 50 con profilo di pinzatura TH (KSP11), costruito da:</w:t>
            </w:r>
          </w:p>
          <w:p w14:paraId="0C0CDFC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4F1282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129F85F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CE2337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CDDFA1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ACFCFE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675CF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566EC6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8877EB0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113EEEA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20x2.</w:t>
            </w:r>
          </w:p>
          <w:p w14:paraId="24C1841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73BCCA7" w14:textId="2EF439CC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2</w:t>
            </w:r>
            <w:r>
              <w:rPr>
                <w:rFonts w:ascii="Poppins" w:hAnsi="Poppins" w:cs="Poppins"/>
                <w:b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50 o equivalente.</w:t>
            </w:r>
          </w:p>
        </w:tc>
      </w:tr>
      <w:tr w:rsidR="00F67365" w14:paraId="7BD2DE10" w14:textId="77777777" w:rsidTr="00844912">
        <w:tc>
          <w:tcPr>
            <w:tcW w:w="1271" w:type="dxa"/>
          </w:tcPr>
          <w:p w14:paraId="6A564EB4" w14:textId="6A5A14BC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81182</w:t>
            </w:r>
          </w:p>
        </w:tc>
        <w:tc>
          <w:tcPr>
            <w:tcW w:w="2126" w:type="dxa"/>
          </w:tcPr>
          <w:p w14:paraId="1CDA5108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0C163658" w14:textId="7E63667C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26 x 50</w:t>
            </w:r>
          </w:p>
        </w:tc>
        <w:tc>
          <w:tcPr>
            <w:tcW w:w="6232" w:type="dxa"/>
          </w:tcPr>
          <w:p w14:paraId="465FA74C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26 x 50 con profilo di pinzatura TH (KSP11), costruito da:</w:t>
            </w:r>
          </w:p>
          <w:p w14:paraId="5EA1D90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20F301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1BB4C0B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051141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17C2293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2473D0A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FD967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882AB1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7EAC3AF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461F61A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26x3.</w:t>
            </w:r>
          </w:p>
          <w:p w14:paraId="1D2B2202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B2F9779" w14:textId="1AC4630C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26 x 50 o equivalente.</w:t>
            </w:r>
          </w:p>
        </w:tc>
      </w:tr>
      <w:tr w:rsidR="00F67365" w14:paraId="624682E0" w14:textId="77777777" w:rsidTr="00844912">
        <w:tc>
          <w:tcPr>
            <w:tcW w:w="1271" w:type="dxa"/>
          </w:tcPr>
          <w:p w14:paraId="230B9F4A" w14:textId="7B187F4C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81184</w:t>
            </w:r>
          </w:p>
        </w:tc>
        <w:tc>
          <w:tcPr>
            <w:tcW w:w="2126" w:type="dxa"/>
          </w:tcPr>
          <w:p w14:paraId="75D892CC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0FEA966E" w14:textId="1084969F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32 x 50</w:t>
            </w:r>
          </w:p>
        </w:tc>
        <w:tc>
          <w:tcPr>
            <w:tcW w:w="6232" w:type="dxa"/>
          </w:tcPr>
          <w:p w14:paraId="499304A3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32 x 50 con profilo di pinzatura TH (KSP11), costruito da:</w:t>
            </w:r>
          </w:p>
          <w:p w14:paraId="2825C7D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C7163A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5087C2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190658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B94833A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B7B19F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A0070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23A596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384B7A9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5868FCF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6647C1A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599A472" w14:textId="69DC17A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32 x 50 o equivalente.</w:t>
            </w:r>
          </w:p>
        </w:tc>
      </w:tr>
      <w:tr w:rsidR="00F67365" w14:paraId="3CC3593D" w14:textId="77777777" w:rsidTr="00844912">
        <w:tc>
          <w:tcPr>
            <w:tcW w:w="1271" w:type="dxa"/>
          </w:tcPr>
          <w:p w14:paraId="1F7C490B" w14:textId="3B8342AC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28115524</w:t>
            </w:r>
          </w:p>
        </w:tc>
        <w:tc>
          <w:tcPr>
            <w:tcW w:w="2126" w:type="dxa"/>
          </w:tcPr>
          <w:p w14:paraId="35A1896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7E0B007C" w14:textId="1120910E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40 x 40</w:t>
            </w:r>
          </w:p>
        </w:tc>
        <w:tc>
          <w:tcPr>
            <w:tcW w:w="6232" w:type="dxa"/>
          </w:tcPr>
          <w:p w14:paraId="296983C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40 x 40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4FF0496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03C901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E6FB6F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ECBE77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F7ACA98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4BAFC5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6E73C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C5BCC7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8C0D0A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71E9EEB" w14:textId="68111FBB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40 x 40 o equivalente.</w:t>
            </w:r>
          </w:p>
        </w:tc>
      </w:tr>
      <w:tr w:rsidR="00F67365" w14:paraId="71FEA38B" w14:textId="77777777" w:rsidTr="00844912">
        <w:tc>
          <w:tcPr>
            <w:tcW w:w="1271" w:type="dxa"/>
          </w:tcPr>
          <w:p w14:paraId="27144AE4" w14:textId="73FB484F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28115310</w:t>
            </w:r>
          </w:p>
        </w:tc>
        <w:tc>
          <w:tcPr>
            <w:tcW w:w="2126" w:type="dxa"/>
          </w:tcPr>
          <w:p w14:paraId="0A11F6D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5089D283" w14:textId="6E3643A1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40 x 50</w:t>
            </w:r>
          </w:p>
        </w:tc>
        <w:tc>
          <w:tcPr>
            <w:tcW w:w="6232" w:type="dxa"/>
          </w:tcPr>
          <w:p w14:paraId="32CD6EE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40 x 50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0E25424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66B8E6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742061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AF16F7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lastRenderedPageBreak/>
              <w:t>Doppio O-ring in EPDM</w:t>
            </w:r>
          </w:p>
          <w:p w14:paraId="0B4CDA8E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E693C4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63A163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D73B63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B23361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25DC295" w14:textId="30DE50AB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40 x 50 o equivalente.</w:t>
            </w:r>
          </w:p>
        </w:tc>
      </w:tr>
      <w:tr w:rsidR="00F67365" w14:paraId="1FDB8BEE" w14:textId="77777777" w:rsidTr="00844912">
        <w:tc>
          <w:tcPr>
            <w:tcW w:w="1271" w:type="dxa"/>
          </w:tcPr>
          <w:p w14:paraId="683AD24C" w14:textId="5BC97AD3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81186</w:t>
            </w:r>
          </w:p>
        </w:tc>
        <w:tc>
          <w:tcPr>
            <w:tcW w:w="2126" w:type="dxa"/>
          </w:tcPr>
          <w:p w14:paraId="5B79CE2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33A29E3A" w14:textId="6AE6EF1B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50 x 32</w:t>
            </w:r>
          </w:p>
        </w:tc>
        <w:tc>
          <w:tcPr>
            <w:tcW w:w="6232" w:type="dxa"/>
          </w:tcPr>
          <w:p w14:paraId="386FD472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50 x 32 con profilo di pinzatura TH (KSP11), costruito da:</w:t>
            </w:r>
          </w:p>
          <w:p w14:paraId="3535FA2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72CA4A6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559495D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045969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8AF539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926597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42F80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7312D0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499709C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D81EF4E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2CC66CF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09CF123" w14:textId="534FDDE1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50 x 32 o equivalente.</w:t>
            </w:r>
          </w:p>
        </w:tc>
      </w:tr>
      <w:tr w:rsidR="00F67365" w14:paraId="5C27E3E2" w14:textId="77777777" w:rsidTr="00844912">
        <w:tc>
          <w:tcPr>
            <w:tcW w:w="1271" w:type="dxa"/>
          </w:tcPr>
          <w:p w14:paraId="078E0356" w14:textId="39FFF4E1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28115528</w:t>
            </w:r>
          </w:p>
        </w:tc>
        <w:tc>
          <w:tcPr>
            <w:tcW w:w="2126" w:type="dxa"/>
          </w:tcPr>
          <w:p w14:paraId="2B62240C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6E22BFD9" w14:textId="6F0D9EB2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50 x 40</w:t>
            </w:r>
          </w:p>
        </w:tc>
        <w:tc>
          <w:tcPr>
            <w:tcW w:w="6232" w:type="dxa"/>
          </w:tcPr>
          <w:p w14:paraId="788E17A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50 x 40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7E2E981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C8E9C2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660860B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A74798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166C002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DE0B44A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071512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642151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02FCC6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626DE38" w14:textId="64C0617B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50 x 40 o equivalente.</w:t>
            </w:r>
          </w:p>
        </w:tc>
      </w:tr>
      <w:tr w:rsidR="00F67365" w14:paraId="1595489B" w14:textId="77777777" w:rsidTr="00844912">
        <w:tc>
          <w:tcPr>
            <w:tcW w:w="1271" w:type="dxa"/>
          </w:tcPr>
          <w:p w14:paraId="7B971553" w14:textId="43688705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28115406</w:t>
            </w:r>
          </w:p>
        </w:tc>
        <w:tc>
          <w:tcPr>
            <w:tcW w:w="2126" w:type="dxa"/>
          </w:tcPr>
          <w:p w14:paraId="1C10B4C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6E1A1553" w14:textId="47F396E6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63 x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>0 x 63</w:t>
            </w:r>
          </w:p>
        </w:tc>
        <w:tc>
          <w:tcPr>
            <w:tcW w:w="6232" w:type="dxa"/>
          </w:tcPr>
          <w:p w14:paraId="66F0CB4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TEE intermedio ridotto, misura 63 x </w:t>
            </w:r>
            <w:r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>0 x 63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3EB30E7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763F342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71C1F56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8F0FDF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04AA19A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A265A6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65EF0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D8F33A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9BCBD1E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9B0FADF" w14:textId="58B01E0F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63 x 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0 x 63 o equivalente.</w:t>
            </w:r>
          </w:p>
        </w:tc>
      </w:tr>
      <w:tr w:rsidR="00F67365" w14:paraId="68E6D719" w14:textId="77777777" w:rsidTr="00844912">
        <w:tc>
          <w:tcPr>
            <w:tcW w:w="1271" w:type="dxa"/>
          </w:tcPr>
          <w:p w14:paraId="748A5B9B" w14:textId="777E1085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28115330</w:t>
            </w:r>
          </w:p>
        </w:tc>
        <w:tc>
          <w:tcPr>
            <w:tcW w:w="2126" w:type="dxa"/>
          </w:tcPr>
          <w:p w14:paraId="3A4CADCF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7AE9313B" w14:textId="2AB4C2D4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50 x 63</w:t>
            </w:r>
          </w:p>
        </w:tc>
        <w:tc>
          <w:tcPr>
            <w:tcW w:w="6232" w:type="dxa"/>
          </w:tcPr>
          <w:p w14:paraId="73A316AE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63 x 50 x 63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52A9FEF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EA7C11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64A699D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669BAA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12B87AC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E00788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31C788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647F1B7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110AEE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F12A23D" w14:textId="6812C15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63 x 50 x 63 o equivalente.</w:t>
            </w:r>
          </w:p>
        </w:tc>
      </w:tr>
      <w:tr w:rsidR="00F67365" w14:paraId="04A4BB16" w14:textId="77777777" w:rsidTr="006D647F">
        <w:tc>
          <w:tcPr>
            <w:tcW w:w="1271" w:type="dxa"/>
          </w:tcPr>
          <w:p w14:paraId="3BBCFB08" w14:textId="328EFB65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2811554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126" w:type="dxa"/>
          </w:tcPr>
          <w:p w14:paraId="324F29A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36ECBDDC" w14:textId="21FDF550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40 x 75</w:t>
            </w:r>
          </w:p>
        </w:tc>
        <w:tc>
          <w:tcPr>
            <w:tcW w:w="6232" w:type="dxa"/>
          </w:tcPr>
          <w:p w14:paraId="26B8CB6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75 x 40 x 75 con profilo di pinzatura TH (KSP11)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sz w:val="20"/>
              </w:rPr>
              <w:t>e F (KSP2)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1A5F803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CC5888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112994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18E04A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055D47D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7C57403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005E3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22A8C7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55B851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ED3F682" w14:textId="730D0D8E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75 x 40 x 75 o equivalente.</w:t>
            </w:r>
          </w:p>
        </w:tc>
      </w:tr>
      <w:tr w:rsidR="00F67365" w14:paraId="70B6378B" w14:textId="77777777" w:rsidTr="006D647F">
        <w:tc>
          <w:tcPr>
            <w:tcW w:w="1271" w:type="dxa"/>
          </w:tcPr>
          <w:p w14:paraId="3EA9F703" w14:textId="56CDF0C1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28115548</w:t>
            </w:r>
          </w:p>
        </w:tc>
        <w:tc>
          <w:tcPr>
            <w:tcW w:w="2126" w:type="dxa"/>
          </w:tcPr>
          <w:p w14:paraId="3599F2C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5D3288A0" w14:textId="6E04A8BE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50 x 75</w:t>
            </w:r>
          </w:p>
        </w:tc>
        <w:tc>
          <w:tcPr>
            <w:tcW w:w="6232" w:type="dxa"/>
          </w:tcPr>
          <w:p w14:paraId="43CA6E0B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75 x 50 x 75 con profilo di pinzatura TH (KSP11) e F (KSP2)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47EC80E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71AD14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ADB47B7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95B16C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6861F06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260E24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D5810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EC2DA9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24484A1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41C675E" w14:textId="044F2488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75 x 50 x 75 o equivalente.</w:t>
            </w:r>
          </w:p>
        </w:tc>
      </w:tr>
      <w:tr w:rsidR="00F67365" w14:paraId="1AF01905" w14:textId="77777777" w:rsidTr="006D647F">
        <w:tc>
          <w:tcPr>
            <w:tcW w:w="1271" w:type="dxa"/>
          </w:tcPr>
          <w:p w14:paraId="197DCAC1" w14:textId="6B393684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28115566</w:t>
            </w:r>
          </w:p>
        </w:tc>
        <w:tc>
          <w:tcPr>
            <w:tcW w:w="2126" w:type="dxa"/>
          </w:tcPr>
          <w:p w14:paraId="0CED603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ridotto</w:t>
            </w:r>
          </w:p>
          <w:p w14:paraId="435C5A81" w14:textId="0991C86C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75 x </w:t>
            </w: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75</w:t>
            </w:r>
          </w:p>
        </w:tc>
        <w:tc>
          <w:tcPr>
            <w:tcW w:w="6232" w:type="dxa"/>
          </w:tcPr>
          <w:p w14:paraId="38C29CEB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TEE intermedio ridotto, misura 75 x </w:t>
            </w:r>
            <w:r>
              <w:rPr>
                <w:rFonts w:ascii="Poppins" w:hAnsi="Poppins" w:cs="Poppins"/>
                <w:sz w:val="20"/>
              </w:rPr>
              <w:t>63</w:t>
            </w:r>
            <w:r w:rsidRPr="00844912">
              <w:rPr>
                <w:rFonts w:ascii="Poppins" w:hAnsi="Poppins" w:cs="Poppins"/>
                <w:sz w:val="20"/>
              </w:rPr>
              <w:t xml:space="preserve"> x 75 con profilo di pinzatura TH (KSP11) e F (KSP2)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1D0ABA5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F9C573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6BCA426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96335F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E1989E9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4CC994B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821B09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F8011E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F3BB99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D7CE1D2" w14:textId="114B9433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75 x </w:t>
            </w:r>
            <w:r>
              <w:rPr>
                <w:rFonts w:ascii="Poppins" w:hAnsi="Poppins" w:cs="Poppins"/>
                <w:b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75 o equivalente.</w:t>
            </w:r>
          </w:p>
        </w:tc>
      </w:tr>
      <w:tr w:rsidR="00F67365" w14:paraId="3E348482" w14:textId="77777777" w:rsidTr="00844912">
        <w:tc>
          <w:tcPr>
            <w:tcW w:w="1271" w:type="dxa"/>
            <w:hideMark/>
          </w:tcPr>
          <w:p w14:paraId="35AE878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28115350</w:t>
            </w:r>
          </w:p>
        </w:tc>
        <w:tc>
          <w:tcPr>
            <w:tcW w:w="2126" w:type="dxa"/>
            <w:hideMark/>
          </w:tcPr>
          <w:p w14:paraId="039254C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con derivazione femmina</w:t>
            </w:r>
          </w:p>
          <w:p w14:paraId="1FCB577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3/4" x 40</w:t>
            </w:r>
          </w:p>
        </w:tc>
        <w:tc>
          <w:tcPr>
            <w:tcW w:w="6232" w:type="dxa"/>
          </w:tcPr>
          <w:p w14:paraId="56E7762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40 x 3/4" x 40 con profilo di pinzatura TH (KSP11) costruito da:</w:t>
            </w:r>
          </w:p>
          <w:p w14:paraId="08AB9A2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A4636B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32ADF52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6A3B25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0FE6CA7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B9B3ED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DC5FDA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FA15AD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C27D702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F7031D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con derivazione femmina 40 x 3/4" x 40 o equivalente.</w:t>
            </w:r>
          </w:p>
        </w:tc>
      </w:tr>
      <w:tr w:rsidR="00F67365" w14:paraId="1A33E517" w14:textId="77777777" w:rsidTr="00844912">
        <w:tc>
          <w:tcPr>
            <w:tcW w:w="1271" w:type="dxa"/>
            <w:hideMark/>
          </w:tcPr>
          <w:p w14:paraId="7FCC37A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28115360</w:t>
            </w:r>
          </w:p>
        </w:tc>
        <w:tc>
          <w:tcPr>
            <w:tcW w:w="2126" w:type="dxa"/>
            <w:hideMark/>
          </w:tcPr>
          <w:p w14:paraId="588100D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con derivazione femmina</w:t>
            </w:r>
          </w:p>
          <w:p w14:paraId="680A81BC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1” x 40</w:t>
            </w:r>
          </w:p>
        </w:tc>
        <w:tc>
          <w:tcPr>
            <w:tcW w:w="6232" w:type="dxa"/>
          </w:tcPr>
          <w:p w14:paraId="762001A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40 x 1" x 40 con profilo di pinzatura TH (KSP11) costruito da:</w:t>
            </w:r>
          </w:p>
          <w:p w14:paraId="44EB72C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79E13E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66F65A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A9CA45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6599F89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749FCE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C77CAE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AAF3D4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FCFC72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119147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TEE Gerpex intermedio con derivazione femmina 40 x 1" x 40 o equivalente.</w:t>
            </w:r>
          </w:p>
        </w:tc>
      </w:tr>
      <w:tr w:rsidR="00F67365" w14:paraId="3684B1D9" w14:textId="77777777" w:rsidTr="00844912">
        <w:tc>
          <w:tcPr>
            <w:tcW w:w="1271" w:type="dxa"/>
            <w:hideMark/>
          </w:tcPr>
          <w:p w14:paraId="53E8697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28115530</w:t>
            </w:r>
          </w:p>
        </w:tc>
        <w:tc>
          <w:tcPr>
            <w:tcW w:w="2126" w:type="dxa"/>
            <w:hideMark/>
          </w:tcPr>
          <w:p w14:paraId="1623BAD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con derivazione femmina</w:t>
            </w:r>
          </w:p>
          <w:p w14:paraId="73C3F9E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1”1/4 x 40</w:t>
            </w:r>
          </w:p>
        </w:tc>
        <w:tc>
          <w:tcPr>
            <w:tcW w:w="6232" w:type="dxa"/>
          </w:tcPr>
          <w:p w14:paraId="4056584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40 x 1"1/4 x 40 con profilo di pinzatura TH (KSP11) costruito da:</w:t>
            </w:r>
          </w:p>
          <w:p w14:paraId="4B84608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078B7C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22EE36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BD689E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0767368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B36580B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DC49D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4092DD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F2FA90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2746648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con derivazione femmina 40 x 1"1/4 x 40 o equivalente.</w:t>
            </w:r>
          </w:p>
        </w:tc>
      </w:tr>
      <w:tr w:rsidR="00F67365" w14:paraId="713DE943" w14:textId="77777777" w:rsidTr="00844912">
        <w:tc>
          <w:tcPr>
            <w:tcW w:w="1271" w:type="dxa"/>
            <w:hideMark/>
          </w:tcPr>
          <w:p w14:paraId="1BA7959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28115370</w:t>
            </w:r>
          </w:p>
        </w:tc>
        <w:tc>
          <w:tcPr>
            <w:tcW w:w="2126" w:type="dxa"/>
            <w:hideMark/>
          </w:tcPr>
          <w:p w14:paraId="0721BD5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con derivazione femmina</w:t>
            </w:r>
          </w:p>
          <w:p w14:paraId="34684D2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3/4" x 50</w:t>
            </w:r>
          </w:p>
        </w:tc>
        <w:tc>
          <w:tcPr>
            <w:tcW w:w="6232" w:type="dxa"/>
          </w:tcPr>
          <w:p w14:paraId="20658A2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50 x 3/4" x 50 con profilo di pinzatura TH (KSP11) costruito da:</w:t>
            </w:r>
          </w:p>
          <w:p w14:paraId="72717C4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6B919D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06211E8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F9DF21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95C7721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B52F79E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8F23EF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065758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F5A649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9D165D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con derivazione femmina 50 x 3/4" x 50 o equivalente.</w:t>
            </w:r>
          </w:p>
        </w:tc>
      </w:tr>
      <w:tr w:rsidR="00F67365" w14:paraId="5C754B04" w14:textId="77777777" w:rsidTr="00844912">
        <w:tc>
          <w:tcPr>
            <w:tcW w:w="1271" w:type="dxa"/>
            <w:hideMark/>
          </w:tcPr>
          <w:p w14:paraId="6F2A93AB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28115380</w:t>
            </w:r>
          </w:p>
        </w:tc>
        <w:tc>
          <w:tcPr>
            <w:tcW w:w="2126" w:type="dxa"/>
            <w:hideMark/>
          </w:tcPr>
          <w:p w14:paraId="4F6FE95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con derivazione femmina</w:t>
            </w:r>
          </w:p>
          <w:p w14:paraId="135800A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1” x 50</w:t>
            </w:r>
          </w:p>
        </w:tc>
        <w:tc>
          <w:tcPr>
            <w:tcW w:w="6232" w:type="dxa"/>
          </w:tcPr>
          <w:p w14:paraId="321CFFA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50 x 1" x 50 con profilo di pinzatura TH (KSP11) costruito da:</w:t>
            </w:r>
          </w:p>
          <w:p w14:paraId="1D88510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1987B1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21B5FDA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DD0347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779F321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C71056A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6E997D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A72CEE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1782573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94162B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con derivazione femmina 50 x 1" x 50 o equivalente.</w:t>
            </w:r>
          </w:p>
        </w:tc>
      </w:tr>
      <w:tr w:rsidR="00F67365" w14:paraId="68009B06" w14:textId="77777777" w:rsidTr="00844912">
        <w:tc>
          <w:tcPr>
            <w:tcW w:w="1271" w:type="dxa"/>
            <w:hideMark/>
          </w:tcPr>
          <w:p w14:paraId="1ACBCEEB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28115532</w:t>
            </w:r>
          </w:p>
        </w:tc>
        <w:tc>
          <w:tcPr>
            <w:tcW w:w="2126" w:type="dxa"/>
            <w:hideMark/>
          </w:tcPr>
          <w:p w14:paraId="17CDC785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con derivazione femmina</w:t>
            </w:r>
          </w:p>
          <w:p w14:paraId="4C6BEAF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1”1/4 x 50</w:t>
            </w:r>
          </w:p>
        </w:tc>
        <w:tc>
          <w:tcPr>
            <w:tcW w:w="6232" w:type="dxa"/>
          </w:tcPr>
          <w:p w14:paraId="6322FC8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50 x 1"1/4 x 50 con profilo di pinzatura TH (KSP11) costruito da:</w:t>
            </w:r>
          </w:p>
          <w:p w14:paraId="503E69E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570EEB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58821C9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28EFB3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247145E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BE508E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C936CF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EC7506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F63C2F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13ACE1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con derivazione femmina 50 x 1"1/4 x 50 o equivalente.</w:t>
            </w:r>
          </w:p>
        </w:tc>
      </w:tr>
      <w:tr w:rsidR="00F67365" w14:paraId="5B219E1C" w14:textId="77777777" w:rsidTr="00844912">
        <w:tc>
          <w:tcPr>
            <w:tcW w:w="1271" w:type="dxa"/>
            <w:hideMark/>
          </w:tcPr>
          <w:p w14:paraId="7A481323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28115390</w:t>
            </w:r>
          </w:p>
        </w:tc>
        <w:tc>
          <w:tcPr>
            <w:tcW w:w="2126" w:type="dxa"/>
            <w:hideMark/>
          </w:tcPr>
          <w:p w14:paraId="3A131D6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con derivazione femmina</w:t>
            </w:r>
          </w:p>
          <w:p w14:paraId="0A5AC8D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1” x 63</w:t>
            </w:r>
          </w:p>
        </w:tc>
        <w:tc>
          <w:tcPr>
            <w:tcW w:w="6232" w:type="dxa"/>
          </w:tcPr>
          <w:p w14:paraId="57D889B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63 x 1" x 63 con profilo di pinzatura TH (KSP11) costruito da:</w:t>
            </w:r>
          </w:p>
          <w:p w14:paraId="292843F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8C438B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6ABFAF9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6C05D7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CCF8D9B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1783D3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CD0380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B02130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99FB22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E82632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con derivazione femmina 63 x 1" x 63 o equivalente.</w:t>
            </w:r>
          </w:p>
        </w:tc>
      </w:tr>
      <w:tr w:rsidR="00F67365" w14:paraId="5F107EEA" w14:textId="77777777" w:rsidTr="00844912">
        <w:tc>
          <w:tcPr>
            <w:tcW w:w="1271" w:type="dxa"/>
            <w:hideMark/>
          </w:tcPr>
          <w:p w14:paraId="33BB900F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28115400</w:t>
            </w:r>
          </w:p>
        </w:tc>
        <w:tc>
          <w:tcPr>
            <w:tcW w:w="2126" w:type="dxa"/>
            <w:hideMark/>
          </w:tcPr>
          <w:p w14:paraId="3D925AE7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TEE Gerpex intermedio con derivazione femmina</w:t>
            </w:r>
          </w:p>
          <w:p w14:paraId="32B62663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1”1/4 x 63</w:t>
            </w:r>
          </w:p>
        </w:tc>
        <w:tc>
          <w:tcPr>
            <w:tcW w:w="6232" w:type="dxa"/>
          </w:tcPr>
          <w:p w14:paraId="10EB6EF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63 x 1"1/4 x 63 con profilo di pinzatura TH (KSP11) costruito da:</w:t>
            </w:r>
          </w:p>
          <w:p w14:paraId="330CF31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2D7834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Anello portabussola in PA 6 di colore blu</w:t>
            </w:r>
          </w:p>
          <w:p w14:paraId="70D3987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08D52D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8AEF551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B05F2A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E3AC7E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013136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6DD0CC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93FC90B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con derivazione femmina 63 x 1"1/4 x 63 o equivalente.</w:t>
            </w:r>
          </w:p>
        </w:tc>
      </w:tr>
      <w:tr w:rsidR="00F67365" w14:paraId="0F70371A" w14:textId="77777777" w:rsidTr="00844912">
        <w:tc>
          <w:tcPr>
            <w:tcW w:w="1271" w:type="dxa"/>
            <w:hideMark/>
          </w:tcPr>
          <w:p w14:paraId="16E1C1A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28115550</w:t>
            </w:r>
          </w:p>
        </w:tc>
        <w:tc>
          <w:tcPr>
            <w:tcW w:w="2126" w:type="dxa"/>
            <w:hideMark/>
          </w:tcPr>
          <w:p w14:paraId="6DCE2988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Gerpex intermedio con </w:t>
            </w: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derivazione femmina</w:t>
            </w:r>
          </w:p>
          <w:p w14:paraId="191C43C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1” x 75</w:t>
            </w:r>
          </w:p>
        </w:tc>
        <w:tc>
          <w:tcPr>
            <w:tcW w:w="6232" w:type="dxa"/>
          </w:tcPr>
          <w:p w14:paraId="6C60655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TEE intermedio con derivazione femmina, misura 75 x 1" x 75 con profilo di pinzatura TH (KSP11) e F (KSP2) costruito da:</w:t>
            </w:r>
          </w:p>
          <w:p w14:paraId="491C516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E6AFED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lastRenderedPageBreak/>
              <w:t>Anello portabussola in PA 6 di colore blu</w:t>
            </w:r>
          </w:p>
          <w:p w14:paraId="49BF103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1DECC5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B526A8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3CD314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1E85D2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A49FA9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31EEB1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42CA2D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TEE Gerpex intermedio con derivazione femmina 75 x 1" x 75 o equivalente.</w:t>
            </w:r>
          </w:p>
        </w:tc>
      </w:tr>
      <w:tr w:rsidR="002D31FB" w14:paraId="0CF26731" w14:textId="77777777" w:rsidTr="00844912">
        <w:tc>
          <w:tcPr>
            <w:tcW w:w="1271" w:type="dxa"/>
          </w:tcPr>
          <w:p w14:paraId="7389AC65" w14:textId="2BD0002F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28101686</w:t>
            </w:r>
          </w:p>
        </w:tc>
        <w:tc>
          <w:tcPr>
            <w:tcW w:w="2126" w:type="dxa"/>
          </w:tcPr>
          <w:p w14:paraId="65A3D72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 rame cromato</w:t>
            </w:r>
          </w:p>
          <w:p w14:paraId="03A78679" w14:textId="5980CE79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Ø 15 x 1/2" M </w:t>
            </w:r>
          </w:p>
        </w:tc>
        <w:tc>
          <w:tcPr>
            <w:tcW w:w="6232" w:type="dxa"/>
          </w:tcPr>
          <w:p w14:paraId="3D7DEEB8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Tubo in rame cromato, misura Ø 15 x 1/2" M (l 175 mm) </w:t>
            </w:r>
          </w:p>
          <w:p w14:paraId="233BDED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Non idoneo per impianti sanitari.</w:t>
            </w:r>
          </w:p>
          <w:p w14:paraId="4AE18BD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DE7319" w14:textId="49BEA2DA" w:rsidR="002D31FB" w:rsidRPr="00844912" w:rsidRDefault="002D31FB" w:rsidP="002D31FB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in rame cromato Ø 15 x 1/2" M o equivalente.</w:t>
            </w:r>
          </w:p>
        </w:tc>
      </w:tr>
      <w:tr w:rsidR="002D31FB" w14:paraId="24A74451" w14:textId="77777777" w:rsidTr="00F67365">
        <w:tc>
          <w:tcPr>
            <w:tcW w:w="1271" w:type="dxa"/>
          </w:tcPr>
          <w:p w14:paraId="1659A556" w14:textId="62D8FBBA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28101708</w:t>
            </w:r>
          </w:p>
        </w:tc>
        <w:tc>
          <w:tcPr>
            <w:tcW w:w="2126" w:type="dxa"/>
          </w:tcPr>
          <w:p w14:paraId="393DF28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Raccordo a gomito con tubo in rame cromato</w:t>
            </w:r>
          </w:p>
          <w:p w14:paraId="15F9CEDF" w14:textId="188DE45C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Ø 15</w:t>
            </w:r>
          </w:p>
        </w:tc>
        <w:tc>
          <w:tcPr>
            <w:tcW w:w="6232" w:type="dxa"/>
          </w:tcPr>
          <w:p w14:paraId="167E638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Raccordo a gomito con tubo in rame, 16 x Ø 15.</w:t>
            </w:r>
          </w:p>
          <w:p w14:paraId="09BE190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Non idoneo per impianti sanitari.</w:t>
            </w:r>
          </w:p>
          <w:p w14:paraId="5CD2DE3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64C35B" w14:textId="20A48295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Raccordo a gomito con tubo in rame cromato 16 x Ø 15 o equivalente.</w:t>
            </w:r>
          </w:p>
        </w:tc>
      </w:tr>
      <w:tr w:rsidR="002D31FB" w14:paraId="64CDE2B7" w14:textId="77777777" w:rsidTr="00F67365">
        <w:tc>
          <w:tcPr>
            <w:tcW w:w="1271" w:type="dxa"/>
          </w:tcPr>
          <w:p w14:paraId="3FF48B20" w14:textId="1BB28A7D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9985R001</w:t>
            </w:r>
          </w:p>
        </w:tc>
        <w:tc>
          <w:tcPr>
            <w:tcW w:w="2126" w:type="dxa"/>
          </w:tcPr>
          <w:p w14:paraId="078E64EC" w14:textId="2B77995B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Cs/>
                <w:sz w:val="20"/>
              </w:rPr>
              <w:t>Raccordo a pressare per riparazione tubi multistrato 16 x 16</w:t>
            </w:r>
          </w:p>
        </w:tc>
        <w:tc>
          <w:tcPr>
            <w:tcW w:w="6232" w:type="dxa"/>
          </w:tcPr>
          <w:p w14:paraId="2642F786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a pressare per riparazione tubi multistrato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Gerpex, Gerpex RA,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Alpert.</w:t>
            </w:r>
          </w:p>
          <w:p w14:paraId="721EA3BF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C7CCEF3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telescopico a pressare, in ottone CW617N ed o-ring in EPDM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PEROX, per la riparazione di tubazioni multistrato danneggiate.</w:t>
            </w:r>
          </w:p>
          <w:p w14:paraId="7B1BFDCA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Misura: 16 x 16</w:t>
            </w:r>
          </w:p>
          <w:p w14:paraId="7BE43374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Profilo: TH (KSP11)</w:t>
            </w:r>
          </w:p>
          <w:p w14:paraId="7C96D9C1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DB36B1" w14:textId="422CC19E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/>
                <w:bCs/>
                <w:sz w:val="20"/>
              </w:rPr>
              <w:t>Marca Emmeti - Modello Raccordo a pressare 16 x 16 o equivalente.</w:t>
            </w:r>
          </w:p>
        </w:tc>
      </w:tr>
      <w:tr w:rsidR="002D31FB" w14:paraId="66DCDE01" w14:textId="77777777" w:rsidTr="00F67365">
        <w:tc>
          <w:tcPr>
            <w:tcW w:w="1271" w:type="dxa"/>
          </w:tcPr>
          <w:p w14:paraId="497F7796" w14:textId="4A0C91A8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9985R002</w:t>
            </w:r>
          </w:p>
        </w:tc>
        <w:tc>
          <w:tcPr>
            <w:tcW w:w="2126" w:type="dxa"/>
          </w:tcPr>
          <w:p w14:paraId="4C87B65F" w14:textId="5F3CA9E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Cs/>
                <w:sz w:val="20"/>
              </w:rPr>
              <w:t xml:space="preserve">Raccordo a pressare per riparazione tubi multistrato </w:t>
            </w:r>
            <w:r>
              <w:rPr>
                <w:rFonts w:ascii="Poppins" w:hAnsi="Poppins" w:cs="Poppins"/>
                <w:bCs/>
                <w:sz w:val="20"/>
              </w:rPr>
              <w:t>20 x 20</w:t>
            </w:r>
          </w:p>
        </w:tc>
        <w:tc>
          <w:tcPr>
            <w:tcW w:w="6232" w:type="dxa"/>
          </w:tcPr>
          <w:p w14:paraId="354EF4E3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a pressare per riparazione tubi multistrato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Gerpex, Gerpex RA,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Alpert.</w:t>
            </w:r>
          </w:p>
          <w:p w14:paraId="31156682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0A4BFD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telescopico a pressare, in ottone CW617N ed o-ring in EPDM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PEROX, per la riparazione di tubazioni multistrato danneggiate.</w:t>
            </w:r>
          </w:p>
          <w:p w14:paraId="2F11FCAE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20 x 20</w:t>
            </w:r>
          </w:p>
          <w:p w14:paraId="60177BE5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Profilo: TH (KSP11)</w:t>
            </w:r>
          </w:p>
          <w:p w14:paraId="7FF8F47A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0CEC15E" w14:textId="0CC7E8EE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/>
                <w:bCs/>
                <w:sz w:val="20"/>
              </w:rPr>
              <w:t xml:space="preserve">Marca Emmeti - Modello Raccordo a pressare </w:t>
            </w:r>
            <w:r>
              <w:rPr>
                <w:rFonts w:ascii="Poppins" w:hAnsi="Poppins" w:cs="Poppins"/>
                <w:b/>
                <w:bCs/>
                <w:sz w:val="20"/>
              </w:rPr>
              <w:t>20 x 20</w:t>
            </w:r>
            <w:r w:rsidRPr="00A71AC7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D31FB" w14:paraId="11D74874" w14:textId="77777777" w:rsidTr="00F67365">
        <w:tc>
          <w:tcPr>
            <w:tcW w:w="1271" w:type="dxa"/>
          </w:tcPr>
          <w:p w14:paraId="423DC8AB" w14:textId="6C3FA8A2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9985R003</w:t>
            </w:r>
          </w:p>
        </w:tc>
        <w:tc>
          <w:tcPr>
            <w:tcW w:w="2126" w:type="dxa"/>
          </w:tcPr>
          <w:p w14:paraId="0742B569" w14:textId="61353534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Cs/>
                <w:sz w:val="20"/>
              </w:rPr>
              <w:t xml:space="preserve">Raccordo a pressare per riparazione tubi multistrato </w:t>
            </w:r>
            <w:r>
              <w:rPr>
                <w:rFonts w:ascii="Poppins" w:hAnsi="Poppins" w:cs="Poppins"/>
                <w:bCs/>
                <w:sz w:val="20"/>
              </w:rPr>
              <w:t>26 x 26</w:t>
            </w:r>
          </w:p>
        </w:tc>
        <w:tc>
          <w:tcPr>
            <w:tcW w:w="6232" w:type="dxa"/>
          </w:tcPr>
          <w:p w14:paraId="5146EA86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a pressare per riparazione tubi multistrato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Gerpex, Gerpex RA,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Alpert.</w:t>
            </w:r>
          </w:p>
          <w:p w14:paraId="28A00055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3974B4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telescopico a pressare, in ottone CW617N ed o-ring in EPDM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PEROX, per la riparazione di tubazioni multistrato danneggiate.</w:t>
            </w:r>
          </w:p>
          <w:p w14:paraId="403EDD3B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26 x 26</w:t>
            </w:r>
          </w:p>
          <w:p w14:paraId="46B9F0FB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Profilo: TH (KSP11)</w:t>
            </w:r>
          </w:p>
          <w:p w14:paraId="665EB123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F785DC" w14:textId="59BE7164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/>
                <w:bCs/>
                <w:sz w:val="20"/>
              </w:rPr>
              <w:t xml:space="preserve">Marca Emmeti - Modello Raccordo a pressare </w:t>
            </w:r>
            <w:r>
              <w:rPr>
                <w:rFonts w:ascii="Poppins" w:hAnsi="Poppins" w:cs="Poppins"/>
                <w:b/>
                <w:bCs/>
                <w:sz w:val="20"/>
              </w:rPr>
              <w:t>26 x 26</w:t>
            </w:r>
            <w:r w:rsidRPr="00A71AC7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D31FB" w14:paraId="32C0CB9C" w14:textId="77777777" w:rsidTr="00844912">
        <w:tc>
          <w:tcPr>
            <w:tcW w:w="1271" w:type="dxa"/>
            <w:hideMark/>
          </w:tcPr>
          <w:p w14:paraId="741C8372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28104062</w:t>
            </w:r>
          </w:p>
        </w:tc>
        <w:tc>
          <w:tcPr>
            <w:tcW w:w="2126" w:type="dxa"/>
            <w:hideMark/>
          </w:tcPr>
          <w:p w14:paraId="04EB916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Staffa zincata ad incasso per gomiti flangiati in kit da 10 staffe</w:t>
            </w:r>
          </w:p>
        </w:tc>
        <w:tc>
          <w:tcPr>
            <w:tcW w:w="6232" w:type="dxa"/>
          </w:tcPr>
          <w:p w14:paraId="5C368A0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Staffa zincata ad incasso per gomiti flangiati in kit da 10 staffe.</w:t>
            </w:r>
          </w:p>
          <w:p w14:paraId="3359949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Interasse multiplo: 80 – 100 – 153 mm</w:t>
            </w:r>
          </w:p>
          <w:p w14:paraId="0EA7511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Sull’asse 153 mm consente di fissare i gomiti flangiati in 4 differenti angolatura.</w:t>
            </w:r>
          </w:p>
          <w:p w14:paraId="43DE6AB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6B1EC3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Staffa zincata ad incasso per gomiti flangiati in kit da 10 staffe o equivalente.</w:t>
            </w:r>
          </w:p>
        </w:tc>
      </w:tr>
      <w:tr w:rsidR="002D31FB" w14:paraId="67DB3C47" w14:textId="77777777" w:rsidTr="00844912">
        <w:tc>
          <w:tcPr>
            <w:tcW w:w="1271" w:type="dxa"/>
            <w:hideMark/>
          </w:tcPr>
          <w:p w14:paraId="294FE548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28101530</w:t>
            </w:r>
          </w:p>
        </w:tc>
        <w:tc>
          <w:tcPr>
            <w:tcW w:w="2126" w:type="dxa"/>
            <w:hideMark/>
          </w:tcPr>
          <w:p w14:paraId="791BCB2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Staffa zincata ad incasso per gomiti flangiati</w:t>
            </w:r>
          </w:p>
        </w:tc>
        <w:tc>
          <w:tcPr>
            <w:tcW w:w="6232" w:type="dxa"/>
          </w:tcPr>
          <w:p w14:paraId="3A4E7D4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Staffa zincata ad incasso per gomiti flangiati. </w:t>
            </w:r>
          </w:p>
          <w:p w14:paraId="7027DC7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Interasse multiplo: 80 – 100 – 153 mm</w:t>
            </w:r>
          </w:p>
          <w:p w14:paraId="444271E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18009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Staffa zincata ad incasso per gomiti flangiati o equivalente.</w:t>
            </w:r>
          </w:p>
        </w:tc>
      </w:tr>
      <w:tr w:rsidR="002D31FB" w14:paraId="5E3360C7" w14:textId="77777777" w:rsidTr="00844912">
        <w:tc>
          <w:tcPr>
            <w:tcW w:w="1271" w:type="dxa"/>
            <w:hideMark/>
          </w:tcPr>
          <w:p w14:paraId="60A45C1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28101531</w:t>
            </w:r>
          </w:p>
        </w:tc>
        <w:tc>
          <w:tcPr>
            <w:tcW w:w="2126" w:type="dxa"/>
            <w:hideMark/>
          </w:tcPr>
          <w:p w14:paraId="1C6CBDB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Staffa piana zincata ad incasso per gomiti flangiati</w:t>
            </w:r>
          </w:p>
        </w:tc>
        <w:tc>
          <w:tcPr>
            <w:tcW w:w="6232" w:type="dxa"/>
          </w:tcPr>
          <w:p w14:paraId="12B6B82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Staffa piana zincata ad incasso per gomiti flangiati. </w:t>
            </w:r>
          </w:p>
          <w:p w14:paraId="06C44DA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Interasse multiplo: 153 mm</w:t>
            </w:r>
          </w:p>
          <w:p w14:paraId="33E38EBB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Idonea al fissaggio dei soli gomiti flangiati con base filettata.</w:t>
            </w:r>
          </w:p>
          <w:p w14:paraId="3BE762F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6CC7F1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Staffa piana zincata ad incasso per gomiti flangiati o equivalente.</w:t>
            </w:r>
          </w:p>
        </w:tc>
      </w:tr>
      <w:tr w:rsidR="002D31FB" w14:paraId="70A6925F" w14:textId="77777777" w:rsidTr="00844912">
        <w:tc>
          <w:tcPr>
            <w:tcW w:w="1271" w:type="dxa"/>
            <w:hideMark/>
          </w:tcPr>
          <w:p w14:paraId="08BBC4C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28101532</w:t>
            </w:r>
          </w:p>
        </w:tc>
        <w:tc>
          <w:tcPr>
            <w:tcW w:w="2126" w:type="dxa"/>
            <w:hideMark/>
          </w:tcPr>
          <w:p w14:paraId="267833F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Staffa per TEE disassato</w:t>
            </w:r>
          </w:p>
        </w:tc>
        <w:tc>
          <w:tcPr>
            <w:tcW w:w="6232" w:type="dxa"/>
          </w:tcPr>
          <w:p w14:paraId="6C6DB336" w14:textId="30AC2155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Staffa per TEE disassato</w:t>
            </w:r>
            <w:r w:rsidR="00E71D0D">
              <w:rPr>
                <w:rFonts w:ascii="Poppins" w:hAnsi="Poppins" w:cs="Poppins"/>
                <w:sz w:val="20"/>
              </w:rPr>
              <w:t>.</w:t>
            </w:r>
          </w:p>
          <w:p w14:paraId="478118D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A23A62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Staffa per TEE disassato o equivalente.</w:t>
            </w:r>
          </w:p>
        </w:tc>
      </w:tr>
      <w:tr w:rsidR="002D31FB" w14:paraId="211053E3" w14:textId="77777777" w:rsidTr="00844912">
        <w:tc>
          <w:tcPr>
            <w:tcW w:w="1271" w:type="dxa"/>
            <w:hideMark/>
          </w:tcPr>
          <w:p w14:paraId="414A3F5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28090003</w:t>
            </w:r>
          </w:p>
        </w:tc>
        <w:tc>
          <w:tcPr>
            <w:tcW w:w="2126" w:type="dxa"/>
            <w:hideMark/>
          </w:tcPr>
          <w:p w14:paraId="586DF8E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0DF2842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1/2" blu</w:t>
            </w:r>
          </w:p>
        </w:tc>
        <w:tc>
          <w:tcPr>
            <w:tcW w:w="6232" w:type="dxa"/>
          </w:tcPr>
          <w:p w14:paraId="2BC44B32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con o-ring di colore blu, misura 1/2".</w:t>
            </w:r>
          </w:p>
          <w:p w14:paraId="2485892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1EB0AF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1/2" blu o equivalente.</w:t>
            </w:r>
          </w:p>
        </w:tc>
      </w:tr>
      <w:tr w:rsidR="002D31FB" w14:paraId="61F5E45C" w14:textId="77777777" w:rsidTr="00844912">
        <w:tc>
          <w:tcPr>
            <w:tcW w:w="1271" w:type="dxa"/>
            <w:hideMark/>
          </w:tcPr>
          <w:p w14:paraId="0A6F011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28090004</w:t>
            </w:r>
          </w:p>
        </w:tc>
        <w:tc>
          <w:tcPr>
            <w:tcW w:w="2126" w:type="dxa"/>
            <w:hideMark/>
          </w:tcPr>
          <w:p w14:paraId="5F8A5A4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59B5233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1/2" rosso</w:t>
            </w:r>
          </w:p>
        </w:tc>
        <w:tc>
          <w:tcPr>
            <w:tcW w:w="6232" w:type="dxa"/>
          </w:tcPr>
          <w:p w14:paraId="1515BAC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con o-ring di colore rosso, misura 1/2".</w:t>
            </w:r>
          </w:p>
          <w:p w14:paraId="7DAAE8B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0AE837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Tappo di prova impianto con o-ring 1/2" rosso o equivalente.</w:t>
            </w:r>
          </w:p>
        </w:tc>
      </w:tr>
      <w:tr w:rsidR="002D31FB" w14:paraId="6431110B" w14:textId="77777777" w:rsidTr="00844912">
        <w:tc>
          <w:tcPr>
            <w:tcW w:w="1271" w:type="dxa"/>
            <w:hideMark/>
          </w:tcPr>
          <w:p w14:paraId="31469ADA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28090006</w:t>
            </w:r>
          </w:p>
        </w:tc>
        <w:tc>
          <w:tcPr>
            <w:tcW w:w="2126" w:type="dxa"/>
            <w:hideMark/>
          </w:tcPr>
          <w:p w14:paraId="7CAF799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72D8218B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3/4" blu</w:t>
            </w:r>
          </w:p>
        </w:tc>
        <w:tc>
          <w:tcPr>
            <w:tcW w:w="6232" w:type="dxa"/>
          </w:tcPr>
          <w:p w14:paraId="688BB838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con o-ring di colore blu, misura 3/4".</w:t>
            </w:r>
          </w:p>
          <w:p w14:paraId="53273DB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378967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3/4" blu o equivalente.</w:t>
            </w:r>
          </w:p>
        </w:tc>
      </w:tr>
      <w:tr w:rsidR="002D31FB" w14:paraId="00FACCA5" w14:textId="77777777" w:rsidTr="00844912">
        <w:tc>
          <w:tcPr>
            <w:tcW w:w="1271" w:type="dxa"/>
            <w:hideMark/>
          </w:tcPr>
          <w:p w14:paraId="4967CD9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28090008</w:t>
            </w:r>
          </w:p>
        </w:tc>
        <w:tc>
          <w:tcPr>
            <w:tcW w:w="2126" w:type="dxa"/>
            <w:hideMark/>
          </w:tcPr>
          <w:p w14:paraId="2E4686E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62B2011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3/4" rosso</w:t>
            </w:r>
          </w:p>
        </w:tc>
        <w:tc>
          <w:tcPr>
            <w:tcW w:w="6232" w:type="dxa"/>
          </w:tcPr>
          <w:p w14:paraId="61E1B46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con o-ring di colore rosso, misura 3/4".</w:t>
            </w:r>
          </w:p>
          <w:p w14:paraId="2AD227A9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B48553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3/4" rosso o equivalente.</w:t>
            </w:r>
          </w:p>
        </w:tc>
      </w:tr>
      <w:tr w:rsidR="002D31FB" w14:paraId="33E95255" w14:textId="77777777" w:rsidTr="00844912">
        <w:tc>
          <w:tcPr>
            <w:tcW w:w="1271" w:type="dxa"/>
            <w:hideMark/>
          </w:tcPr>
          <w:p w14:paraId="3089945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28101846</w:t>
            </w:r>
          </w:p>
        </w:tc>
        <w:tc>
          <w:tcPr>
            <w:tcW w:w="2126" w:type="dxa"/>
            <w:hideMark/>
          </w:tcPr>
          <w:p w14:paraId="290D4CAA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per tubo multistrato</w:t>
            </w:r>
          </w:p>
          <w:p w14:paraId="7E42E06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232" w:type="dxa"/>
          </w:tcPr>
          <w:p w14:paraId="66A87C7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per tubo multistrato con valvola di sfiato fornita di serie, misura 16 x 2.</w:t>
            </w:r>
          </w:p>
          <w:p w14:paraId="68BADE2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3EA707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per tubo multistrato 16 x 2 o equivalente.</w:t>
            </w:r>
          </w:p>
        </w:tc>
      </w:tr>
      <w:tr w:rsidR="002D31FB" w14:paraId="399B535C" w14:textId="77777777" w:rsidTr="00844912">
        <w:tc>
          <w:tcPr>
            <w:tcW w:w="1271" w:type="dxa"/>
            <w:hideMark/>
          </w:tcPr>
          <w:p w14:paraId="19085D3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28101848</w:t>
            </w:r>
          </w:p>
        </w:tc>
        <w:tc>
          <w:tcPr>
            <w:tcW w:w="2126" w:type="dxa"/>
            <w:hideMark/>
          </w:tcPr>
          <w:p w14:paraId="70EC2A9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per tubo multistrato</w:t>
            </w:r>
          </w:p>
          <w:p w14:paraId="2F2AE47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232" w:type="dxa"/>
          </w:tcPr>
          <w:p w14:paraId="1B8C25D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per tubo multistrato con valvola di sfiato fornita di serie, misura 20 x 2.</w:t>
            </w:r>
          </w:p>
          <w:p w14:paraId="6A93825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7FB2A8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per tubo multistrato 20 x 2 o equivalente.</w:t>
            </w:r>
          </w:p>
        </w:tc>
      </w:tr>
      <w:tr w:rsidR="002D31FB" w14:paraId="5EA02C81" w14:textId="77777777" w:rsidTr="00844912">
        <w:tc>
          <w:tcPr>
            <w:tcW w:w="1271" w:type="dxa"/>
            <w:hideMark/>
          </w:tcPr>
          <w:p w14:paraId="16D9D3DB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13010010</w:t>
            </w:r>
          </w:p>
        </w:tc>
        <w:tc>
          <w:tcPr>
            <w:tcW w:w="2126" w:type="dxa"/>
          </w:tcPr>
          <w:p w14:paraId="3DA12D7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Scatola ad incasso per gomiti flangiati Gerpex</w:t>
            </w:r>
          </w:p>
          <w:p w14:paraId="6B59C47B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232" w:type="dxa"/>
          </w:tcPr>
          <w:p w14:paraId="6DD3A0D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Scatola ad incasso per gomiti flangiati, idonea per l’installazione di gomiti flangiati Gerpex.</w:t>
            </w:r>
          </w:p>
          <w:p w14:paraId="6ACF13A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530DD22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Scatola ad incasso per gomiti flangiati Gerpex o equivalente.</w:t>
            </w:r>
          </w:p>
        </w:tc>
      </w:tr>
      <w:tr w:rsidR="002D31FB" w14:paraId="32686FBD" w14:textId="77777777" w:rsidTr="00844912">
        <w:tc>
          <w:tcPr>
            <w:tcW w:w="1271" w:type="dxa"/>
            <w:hideMark/>
          </w:tcPr>
          <w:p w14:paraId="098EDFFE" w14:textId="57F6468B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2810098</w:t>
            </w:r>
            <w:r>
              <w:rPr>
                <w:rFonts w:ascii="Poppins" w:hAnsi="Poppins" w:cs="Poppins"/>
                <w:bCs/>
                <w:sz w:val="20"/>
              </w:rPr>
              <w:t>8</w:t>
            </w:r>
          </w:p>
        </w:tc>
        <w:tc>
          <w:tcPr>
            <w:tcW w:w="2126" w:type="dxa"/>
            <w:hideMark/>
          </w:tcPr>
          <w:p w14:paraId="4933C32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Gruppo vitone da 3/4" con canotto cieco</w:t>
            </w:r>
          </w:p>
        </w:tc>
        <w:tc>
          <w:tcPr>
            <w:tcW w:w="6232" w:type="dxa"/>
          </w:tcPr>
          <w:p w14:paraId="61D28BA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Gruppo vitone con canotto cieco, misura 3/4".</w:t>
            </w:r>
          </w:p>
          <w:p w14:paraId="65437ED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967139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Gruppo vitone da 3/4" con canotto cieco o equivalente.</w:t>
            </w:r>
          </w:p>
        </w:tc>
      </w:tr>
      <w:tr w:rsidR="002D31FB" w14:paraId="12DF31B2" w14:textId="77777777" w:rsidTr="00844912">
        <w:tc>
          <w:tcPr>
            <w:tcW w:w="1271" w:type="dxa"/>
            <w:hideMark/>
          </w:tcPr>
          <w:p w14:paraId="6B93693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28100982</w:t>
            </w:r>
          </w:p>
        </w:tc>
        <w:tc>
          <w:tcPr>
            <w:tcW w:w="2126" w:type="dxa"/>
          </w:tcPr>
          <w:p w14:paraId="1139699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Vitone da 3/4" con volantino e rosone</w:t>
            </w:r>
          </w:p>
          <w:p w14:paraId="62944EE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232" w:type="dxa"/>
          </w:tcPr>
          <w:p w14:paraId="6EA48CB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Vitone con volantino e rosone, misura 3/4".</w:t>
            </w:r>
          </w:p>
          <w:p w14:paraId="39B8737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433AF9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Vitone da 3/4" con volantino e rosone</w:t>
            </w:r>
          </w:p>
          <w:p w14:paraId="7DE3451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D31FB" w14:paraId="2ACA24F8" w14:textId="77777777" w:rsidTr="00844912">
        <w:tc>
          <w:tcPr>
            <w:tcW w:w="1271" w:type="dxa"/>
            <w:hideMark/>
          </w:tcPr>
          <w:p w14:paraId="17822A25" w14:textId="78A6AAA3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9000817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126" w:type="dxa"/>
            <w:hideMark/>
          </w:tcPr>
          <w:p w14:paraId="779794E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Vitone da 3/4" prolungato di 20 mm per gruppo vitone con canotto cieco</w:t>
            </w:r>
          </w:p>
        </w:tc>
        <w:tc>
          <w:tcPr>
            <w:tcW w:w="6232" w:type="dxa"/>
          </w:tcPr>
          <w:p w14:paraId="0D39068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Vitone prolungato di 20 mm per gruppo vitone con canotto cieco, misura 3/4".</w:t>
            </w:r>
          </w:p>
          <w:p w14:paraId="5FBBB54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25DE3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canotto cieco o equivalente.</w:t>
            </w:r>
          </w:p>
        </w:tc>
      </w:tr>
      <w:tr w:rsidR="002D31FB" w14:paraId="3C98F6A9" w14:textId="77777777" w:rsidTr="00844912">
        <w:tc>
          <w:tcPr>
            <w:tcW w:w="1271" w:type="dxa"/>
            <w:hideMark/>
          </w:tcPr>
          <w:p w14:paraId="27F8FACA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90008180</w:t>
            </w:r>
          </w:p>
        </w:tc>
        <w:tc>
          <w:tcPr>
            <w:tcW w:w="2126" w:type="dxa"/>
            <w:hideMark/>
          </w:tcPr>
          <w:p w14:paraId="15B9CFC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Vitone da 3/4" prolungato di 20 </w:t>
            </w: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mm per gruppo vitone con volantino e rosone</w:t>
            </w:r>
          </w:p>
        </w:tc>
        <w:tc>
          <w:tcPr>
            <w:tcW w:w="6232" w:type="dxa"/>
          </w:tcPr>
          <w:p w14:paraId="1465E31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Vitone prolungato di 20 mm per gruppo vitone con volantino e rosone, misura 3/4".</w:t>
            </w:r>
          </w:p>
          <w:p w14:paraId="23C48C6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64ABF48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volantino e rosone o equivalente.</w:t>
            </w:r>
          </w:p>
        </w:tc>
      </w:tr>
      <w:tr w:rsidR="002D31FB" w14:paraId="73462558" w14:textId="77777777" w:rsidTr="00844912">
        <w:tc>
          <w:tcPr>
            <w:tcW w:w="1271" w:type="dxa"/>
            <w:hideMark/>
          </w:tcPr>
          <w:p w14:paraId="533B9280" w14:textId="34AA4358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9000801</w:t>
            </w:r>
            <w:r w:rsidR="00965F85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126" w:type="dxa"/>
            <w:hideMark/>
          </w:tcPr>
          <w:p w14:paraId="2F7021E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Guarnizione per otturatore vitone</w:t>
            </w:r>
          </w:p>
        </w:tc>
        <w:tc>
          <w:tcPr>
            <w:tcW w:w="6232" w:type="dxa"/>
          </w:tcPr>
          <w:p w14:paraId="7BD24A6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Guarnizione di ricambio sferica per otturatore vitone</w:t>
            </w:r>
          </w:p>
          <w:p w14:paraId="4D7C377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167B98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Guarnizione per otturatore vitone o equivalente.</w:t>
            </w:r>
          </w:p>
        </w:tc>
      </w:tr>
      <w:tr w:rsidR="002D31FB" w14:paraId="1BE297BC" w14:textId="77777777" w:rsidTr="00844912">
        <w:tc>
          <w:tcPr>
            <w:tcW w:w="1271" w:type="dxa"/>
          </w:tcPr>
          <w:p w14:paraId="685939DB" w14:textId="48F60D61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90008194</w:t>
            </w:r>
          </w:p>
        </w:tc>
        <w:tc>
          <w:tcPr>
            <w:tcW w:w="2126" w:type="dxa"/>
          </w:tcPr>
          <w:p w14:paraId="420D6977" w14:textId="1672E8E4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Set 10 maniglie a farfalla x vitone sottointonaco</w:t>
            </w:r>
          </w:p>
        </w:tc>
        <w:tc>
          <w:tcPr>
            <w:tcW w:w="6232" w:type="dxa"/>
          </w:tcPr>
          <w:p w14:paraId="0D3CD70F" w14:textId="77777777" w:rsidR="002D31FB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a farfalla in plastica per Gruppo vitone 3/4” cannotto cieco.</w:t>
            </w:r>
          </w:p>
          <w:p w14:paraId="1AC5D927" w14:textId="77777777" w:rsidR="002D31FB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793CB15" w14:textId="3A1CCA7F" w:rsidR="002D31FB" w:rsidRPr="000C35D8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t>Marca Emmeti – Modello Set 10 maniglie a farfalla x vitone sottointonaco o equivalente.</w:t>
            </w:r>
          </w:p>
        </w:tc>
      </w:tr>
      <w:tr w:rsidR="002D31FB" w14:paraId="15BFB32B" w14:textId="77777777" w:rsidTr="00844912">
        <w:tc>
          <w:tcPr>
            <w:tcW w:w="1271" w:type="dxa"/>
          </w:tcPr>
          <w:p w14:paraId="15D8E9E2" w14:textId="62081CF5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90008192</w:t>
            </w:r>
          </w:p>
        </w:tc>
        <w:tc>
          <w:tcPr>
            <w:tcW w:w="2126" w:type="dxa"/>
          </w:tcPr>
          <w:p w14:paraId="3D914856" w14:textId="71E01506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Set 10 maniglie in ottone x vitone sotto intonaco</w:t>
            </w:r>
          </w:p>
        </w:tc>
        <w:tc>
          <w:tcPr>
            <w:tcW w:w="6232" w:type="dxa"/>
          </w:tcPr>
          <w:p w14:paraId="7AC46E1F" w14:textId="12416F5B" w:rsidR="002D31FB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in ottone per Gruppo vitone 3/4” cannotto cieco.</w:t>
            </w:r>
          </w:p>
          <w:p w14:paraId="5CC1995D" w14:textId="77777777" w:rsidR="002D31FB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990DECA" w14:textId="250DB9C0" w:rsidR="002D31FB" w:rsidRPr="000C35D8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t>Marca Emmeti – Modello Set 10 maniglie in ottone x vitone sottointonaco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BB232" w14:textId="77777777" w:rsidR="00FB6E7C" w:rsidRDefault="00FB6E7C">
      <w:r>
        <w:separator/>
      </w:r>
    </w:p>
  </w:endnote>
  <w:endnote w:type="continuationSeparator" w:id="0">
    <w:p w14:paraId="1C6C4B71" w14:textId="77777777" w:rsidR="00FB6E7C" w:rsidRDefault="00FB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C24C66">
      <w:tc>
        <w:tcPr>
          <w:tcW w:w="4792" w:type="dxa"/>
        </w:tcPr>
        <w:p w14:paraId="7D56B414" w14:textId="63200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6B62">
            <w:rPr>
              <w:rFonts w:ascii="Poppins" w:hAnsi="Poppins" w:cs="Poppins"/>
              <w:iCs/>
              <w:noProof/>
              <w:sz w:val="16"/>
            </w:rPr>
            <w:t>Raccordi a pressare Gerpex per acqua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02474F3E" w14:textId="32333B93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C24C66">
            <w:rPr>
              <w:rFonts w:ascii="Poppins" w:hAnsi="Poppins" w:cs="Poppins"/>
              <w:noProof/>
              <w:sz w:val="14"/>
              <w:szCs w:val="14"/>
            </w:rPr>
            <w:t>30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485EC" w14:textId="77777777" w:rsidR="00FB6E7C" w:rsidRDefault="00FB6E7C">
      <w:r>
        <w:separator/>
      </w:r>
    </w:p>
  </w:footnote>
  <w:footnote w:type="continuationSeparator" w:id="0">
    <w:p w14:paraId="6F7E1FF7" w14:textId="77777777" w:rsidR="00FB6E7C" w:rsidRDefault="00FB6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A74FA"/>
    <w:multiLevelType w:val="hybridMultilevel"/>
    <w:tmpl w:val="BFA46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B44"/>
    <w:multiLevelType w:val="hybridMultilevel"/>
    <w:tmpl w:val="ABC65AB0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4"/>
  </w:num>
  <w:num w:numId="2" w16cid:durableId="1935550686">
    <w:abstractNumId w:val="13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6"/>
  </w:num>
  <w:num w:numId="12" w16cid:durableId="272985096">
    <w:abstractNumId w:val="19"/>
  </w:num>
  <w:num w:numId="13" w16cid:durableId="621040654">
    <w:abstractNumId w:val="15"/>
  </w:num>
  <w:num w:numId="14" w16cid:durableId="554858760">
    <w:abstractNumId w:val="8"/>
  </w:num>
  <w:num w:numId="15" w16cid:durableId="1194150825">
    <w:abstractNumId w:val="17"/>
  </w:num>
  <w:num w:numId="16" w16cid:durableId="2001348075">
    <w:abstractNumId w:val="21"/>
  </w:num>
  <w:num w:numId="17" w16cid:durableId="296691571">
    <w:abstractNumId w:val="22"/>
  </w:num>
  <w:num w:numId="18" w16cid:durableId="1644429566">
    <w:abstractNumId w:val="18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5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  <w:num w:numId="26" w16cid:durableId="334190779">
    <w:abstractNumId w:val="12"/>
  </w:num>
  <w:num w:numId="27" w16cid:durableId="11610392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162E1"/>
    <w:rsid w:val="00046DB3"/>
    <w:rsid w:val="0005780A"/>
    <w:rsid w:val="00061D35"/>
    <w:rsid w:val="0006357A"/>
    <w:rsid w:val="000726B9"/>
    <w:rsid w:val="0009136B"/>
    <w:rsid w:val="00091571"/>
    <w:rsid w:val="000A304B"/>
    <w:rsid w:val="000A5251"/>
    <w:rsid w:val="000B6932"/>
    <w:rsid w:val="000B764B"/>
    <w:rsid w:val="000C1D3B"/>
    <w:rsid w:val="000C2346"/>
    <w:rsid w:val="000C35D8"/>
    <w:rsid w:val="000C52FA"/>
    <w:rsid w:val="000D598D"/>
    <w:rsid w:val="000E0FFA"/>
    <w:rsid w:val="000F7A52"/>
    <w:rsid w:val="00103A0D"/>
    <w:rsid w:val="001055CB"/>
    <w:rsid w:val="00111DDB"/>
    <w:rsid w:val="001132F8"/>
    <w:rsid w:val="00117FD5"/>
    <w:rsid w:val="0013373A"/>
    <w:rsid w:val="001441C6"/>
    <w:rsid w:val="001450AB"/>
    <w:rsid w:val="00153081"/>
    <w:rsid w:val="001620E3"/>
    <w:rsid w:val="00163808"/>
    <w:rsid w:val="001659EE"/>
    <w:rsid w:val="00171DAE"/>
    <w:rsid w:val="0019064A"/>
    <w:rsid w:val="0019128E"/>
    <w:rsid w:val="00195A49"/>
    <w:rsid w:val="001B1591"/>
    <w:rsid w:val="001B1A94"/>
    <w:rsid w:val="001C18D4"/>
    <w:rsid w:val="001C6FFE"/>
    <w:rsid w:val="001D365F"/>
    <w:rsid w:val="001E2CC3"/>
    <w:rsid w:val="001F17CE"/>
    <w:rsid w:val="001F782F"/>
    <w:rsid w:val="00200FF7"/>
    <w:rsid w:val="00202E21"/>
    <w:rsid w:val="002161C0"/>
    <w:rsid w:val="0021653D"/>
    <w:rsid w:val="00227159"/>
    <w:rsid w:val="0023000E"/>
    <w:rsid w:val="002346C2"/>
    <w:rsid w:val="00252B6A"/>
    <w:rsid w:val="0025303C"/>
    <w:rsid w:val="00255BCB"/>
    <w:rsid w:val="00264BCF"/>
    <w:rsid w:val="00266FD4"/>
    <w:rsid w:val="00283F91"/>
    <w:rsid w:val="0028448D"/>
    <w:rsid w:val="002862D2"/>
    <w:rsid w:val="002873A2"/>
    <w:rsid w:val="0029277E"/>
    <w:rsid w:val="00292CE4"/>
    <w:rsid w:val="002A24F2"/>
    <w:rsid w:val="002A416C"/>
    <w:rsid w:val="002A5F02"/>
    <w:rsid w:val="002A6E11"/>
    <w:rsid w:val="002B5D63"/>
    <w:rsid w:val="002C19F6"/>
    <w:rsid w:val="002D31FB"/>
    <w:rsid w:val="002F5370"/>
    <w:rsid w:val="002F7EEA"/>
    <w:rsid w:val="0030385A"/>
    <w:rsid w:val="00304518"/>
    <w:rsid w:val="00312050"/>
    <w:rsid w:val="0031596F"/>
    <w:rsid w:val="00315B54"/>
    <w:rsid w:val="00325391"/>
    <w:rsid w:val="0032788C"/>
    <w:rsid w:val="003333BC"/>
    <w:rsid w:val="0033660F"/>
    <w:rsid w:val="00337CB8"/>
    <w:rsid w:val="003427A9"/>
    <w:rsid w:val="00344430"/>
    <w:rsid w:val="003524C7"/>
    <w:rsid w:val="003559CF"/>
    <w:rsid w:val="00357812"/>
    <w:rsid w:val="00365710"/>
    <w:rsid w:val="00372ECE"/>
    <w:rsid w:val="00374528"/>
    <w:rsid w:val="0037588F"/>
    <w:rsid w:val="00377C89"/>
    <w:rsid w:val="00393309"/>
    <w:rsid w:val="003A7CA9"/>
    <w:rsid w:val="003C363D"/>
    <w:rsid w:val="003C527C"/>
    <w:rsid w:val="003C7AE1"/>
    <w:rsid w:val="003D063F"/>
    <w:rsid w:val="003D16B0"/>
    <w:rsid w:val="003D55CB"/>
    <w:rsid w:val="003E3BD7"/>
    <w:rsid w:val="004014BC"/>
    <w:rsid w:val="004050FA"/>
    <w:rsid w:val="00410334"/>
    <w:rsid w:val="00412E85"/>
    <w:rsid w:val="004130A2"/>
    <w:rsid w:val="004167C9"/>
    <w:rsid w:val="00417AF4"/>
    <w:rsid w:val="00426488"/>
    <w:rsid w:val="004272FC"/>
    <w:rsid w:val="00433C12"/>
    <w:rsid w:val="0043584B"/>
    <w:rsid w:val="0044592F"/>
    <w:rsid w:val="00447EFC"/>
    <w:rsid w:val="004633C8"/>
    <w:rsid w:val="00465759"/>
    <w:rsid w:val="004706FD"/>
    <w:rsid w:val="00474537"/>
    <w:rsid w:val="00481819"/>
    <w:rsid w:val="004837C1"/>
    <w:rsid w:val="0048382E"/>
    <w:rsid w:val="004879BD"/>
    <w:rsid w:val="00493204"/>
    <w:rsid w:val="004A7A71"/>
    <w:rsid w:val="004D6D47"/>
    <w:rsid w:val="004E0D75"/>
    <w:rsid w:val="004F1A26"/>
    <w:rsid w:val="005019D5"/>
    <w:rsid w:val="00512AF1"/>
    <w:rsid w:val="005153DA"/>
    <w:rsid w:val="005211E9"/>
    <w:rsid w:val="005235FA"/>
    <w:rsid w:val="00523B3E"/>
    <w:rsid w:val="00523B50"/>
    <w:rsid w:val="005244B8"/>
    <w:rsid w:val="005259FE"/>
    <w:rsid w:val="00525BAE"/>
    <w:rsid w:val="00530F9B"/>
    <w:rsid w:val="005315F1"/>
    <w:rsid w:val="00536743"/>
    <w:rsid w:val="005521F0"/>
    <w:rsid w:val="00562838"/>
    <w:rsid w:val="00562E55"/>
    <w:rsid w:val="00570FE9"/>
    <w:rsid w:val="00584984"/>
    <w:rsid w:val="005877A6"/>
    <w:rsid w:val="00597702"/>
    <w:rsid w:val="005A24B5"/>
    <w:rsid w:val="005C61B9"/>
    <w:rsid w:val="005E1169"/>
    <w:rsid w:val="005E28E7"/>
    <w:rsid w:val="006008B6"/>
    <w:rsid w:val="006015C2"/>
    <w:rsid w:val="006040F5"/>
    <w:rsid w:val="00605AB6"/>
    <w:rsid w:val="00610639"/>
    <w:rsid w:val="00620C00"/>
    <w:rsid w:val="00640F22"/>
    <w:rsid w:val="00664AB8"/>
    <w:rsid w:val="00665813"/>
    <w:rsid w:val="00683389"/>
    <w:rsid w:val="006B218C"/>
    <w:rsid w:val="006B29B1"/>
    <w:rsid w:val="006C14CB"/>
    <w:rsid w:val="006C25BD"/>
    <w:rsid w:val="006D044B"/>
    <w:rsid w:val="006D24B6"/>
    <w:rsid w:val="006D4FDF"/>
    <w:rsid w:val="006D647F"/>
    <w:rsid w:val="006E2475"/>
    <w:rsid w:val="006E5C4B"/>
    <w:rsid w:val="006F1812"/>
    <w:rsid w:val="006F6AB3"/>
    <w:rsid w:val="00710BB8"/>
    <w:rsid w:val="00712B90"/>
    <w:rsid w:val="00727388"/>
    <w:rsid w:val="0073789C"/>
    <w:rsid w:val="00741AB7"/>
    <w:rsid w:val="00742A55"/>
    <w:rsid w:val="00745AB1"/>
    <w:rsid w:val="0074712F"/>
    <w:rsid w:val="00747A89"/>
    <w:rsid w:val="00757AC7"/>
    <w:rsid w:val="00760836"/>
    <w:rsid w:val="0076651B"/>
    <w:rsid w:val="0077170A"/>
    <w:rsid w:val="007753FD"/>
    <w:rsid w:val="00775CF3"/>
    <w:rsid w:val="00780BC1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7F4B8B"/>
    <w:rsid w:val="008014DD"/>
    <w:rsid w:val="00801AD3"/>
    <w:rsid w:val="0080323F"/>
    <w:rsid w:val="008132CF"/>
    <w:rsid w:val="00830828"/>
    <w:rsid w:val="00844912"/>
    <w:rsid w:val="00844BBC"/>
    <w:rsid w:val="0084691D"/>
    <w:rsid w:val="008513E0"/>
    <w:rsid w:val="00853BC4"/>
    <w:rsid w:val="00856CB5"/>
    <w:rsid w:val="008574C8"/>
    <w:rsid w:val="00867692"/>
    <w:rsid w:val="008715C1"/>
    <w:rsid w:val="00875BBB"/>
    <w:rsid w:val="008804CB"/>
    <w:rsid w:val="008859C6"/>
    <w:rsid w:val="0089630E"/>
    <w:rsid w:val="00896CF5"/>
    <w:rsid w:val="008A2C0A"/>
    <w:rsid w:val="008A4B23"/>
    <w:rsid w:val="008A5F06"/>
    <w:rsid w:val="008B5587"/>
    <w:rsid w:val="008B6305"/>
    <w:rsid w:val="008C2F88"/>
    <w:rsid w:val="008C4EBD"/>
    <w:rsid w:val="008C59E2"/>
    <w:rsid w:val="008D4AFD"/>
    <w:rsid w:val="008D5B7A"/>
    <w:rsid w:val="008D7A81"/>
    <w:rsid w:val="008F2289"/>
    <w:rsid w:val="008F295B"/>
    <w:rsid w:val="008F5291"/>
    <w:rsid w:val="00904071"/>
    <w:rsid w:val="00904D36"/>
    <w:rsid w:val="009059BB"/>
    <w:rsid w:val="00923354"/>
    <w:rsid w:val="00931A8A"/>
    <w:rsid w:val="009340FF"/>
    <w:rsid w:val="0094047C"/>
    <w:rsid w:val="00942B09"/>
    <w:rsid w:val="00965F85"/>
    <w:rsid w:val="00971F38"/>
    <w:rsid w:val="009738CB"/>
    <w:rsid w:val="00985D5F"/>
    <w:rsid w:val="00992282"/>
    <w:rsid w:val="0099452E"/>
    <w:rsid w:val="009A219D"/>
    <w:rsid w:val="009A7E3C"/>
    <w:rsid w:val="009B0B8A"/>
    <w:rsid w:val="009B269D"/>
    <w:rsid w:val="009B37F1"/>
    <w:rsid w:val="009C0751"/>
    <w:rsid w:val="009C1166"/>
    <w:rsid w:val="009C7C32"/>
    <w:rsid w:val="009D3135"/>
    <w:rsid w:val="009D51C1"/>
    <w:rsid w:val="009D54F1"/>
    <w:rsid w:val="009D6327"/>
    <w:rsid w:val="009E07DC"/>
    <w:rsid w:val="009E250A"/>
    <w:rsid w:val="009E2742"/>
    <w:rsid w:val="009F5DCA"/>
    <w:rsid w:val="00A04235"/>
    <w:rsid w:val="00A06A5E"/>
    <w:rsid w:val="00A0793E"/>
    <w:rsid w:val="00A10C27"/>
    <w:rsid w:val="00A132C6"/>
    <w:rsid w:val="00A216E2"/>
    <w:rsid w:val="00A41202"/>
    <w:rsid w:val="00A50DCA"/>
    <w:rsid w:val="00A62A77"/>
    <w:rsid w:val="00A62B3D"/>
    <w:rsid w:val="00A71AC7"/>
    <w:rsid w:val="00A743FF"/>
    <w:rsid w:val="00A775BC"/>
    <w:rsid w:val="00A821BB"/>
    <w:rsid w:val="00AC0741"/>
    <w:rsid w:val="00AC44D4"/>
    <w:rsid w:val="00AC648D"/>
    <w:rsid w:val="00AD05EC"/>
    <w:rsid w:val="00AD1706"/>
    <w:rsid w:val="00AD34CF"/>
    <w:rsid w:val="00AD6F59"/>
    <w:rsid w:val="00AF2EA7"/>
    <w:rsid w:val="00B310A9"/>
    <w:rsid w:val="00B406A9"/>
    <w:rsid w:val="00B40BE4"/>
    <w:rsid w:val="00B6418B"/>
    <w:rsid w:val="00B66E62"/>
    <w:rsid w:val="00B716DE"/>
    <w:rsid w:val="00B7475F"/>
    <w:rsid w:val="00B93CD1"/>
    <w:rsid w:val="00BA4618"/>
    <w:rsid w:val="00BB0104"/>
    <w:rsid w:val="00BB2A5B"/>
    <w:rsid w:val="00BB59B5"/>
    <w:rsid w:val="00BB5C8D"/>
    <w:rsid w:val="00BC1684"/>
    <w:rsid w:val="00BD08D9"/>
    <w:rsid w:val="00BD14D8"/>
    <w:rsid w:val="00BE2944"/>
    <w:rsid w:val="00BF1E16"/>
    <w:rsid w:val="00BF3229"/>
    <w:rsid w:val="00C02E1C"/>
    <w:rsid w:val="00C055AD"/>
    <w:rsid w:val="00C203AE"/>
    <w:rsid w:val="00C233C1"/>
    <w:rsid w:val="00C23A41"/>
    <w:rsid w:val="00C24C66"/>
    <w:rsid w:val="00C25698"/>
    <w:rsid w:val="00C25ECC"/>
    <w:rsid w:val="00C27DFF"/>
    <w:rsid w:val="00C36C55"/>
    <w:rsid w:val="00C437EE"/>
    <w:rsid w:val="00C46DAD"/>
    <w:rsid w:val="00C474A7"/>
    <w:rsid w:val="00C55008"/>
    <w:rsid w:val="00C55FF9"/>
    <w:rsid w:val="00C77665"/>
    <w:rsid w:val="00C86331"/>
    <w:rsid w:val="00C93402"/>
    <w:rsid w:val="00CA454E"/>
    <w:rsid w:val="00CB1475"/>
    <w:rsid w:val="00CC31A7"/>
    <w:rsid w:val="00CC4C62"/>
    <w:rsid w:val="00CE7C2F"/>
    <w:rsid w:val="00CF2AC9"/>
    <w:rsid w:val="00CF683A"/>
    <w:rsid w:val="00D02F8C"/>
    <w:rsid w:val="00D061A5"/>
    <w:rsid w:val="00D079CB"/>
    <w:rsid w:val="00D178ED"/>
    <w:rsid w:val="00D17F30"/>
    <w:rsid w:val="00D2119B"/>
    <w:rsid w:val="00D229AF"/>
    <w:rsid w:val="00D24AAA"/>
    <w:rsid w:val="00D26FD9"/>
    <w:rsid w:val="00D440AE"/>
    <w:rsid w:val="00D45884"/>
    <w:rsid w:val="00D57776"/>
    <w:rsid w:val="00D62BDF"/>
    <w:rsid w:val="00D72974"/>
    <w:rsid w:val="00D733A7"/>
    <w:rsid w:val="00D75397"/>
    <w:rsid w:val="00D832BB"/>
    <w:rsid w:val="00D902A4"/>
    <w:rsid w:val="00D96008"/>
    <w:rsid w:val="00DA20FF"/>
    <w:rsid w:val="00DA3646"/>
    <w:rsid w:val="00DB1C8D"/>
    <w:rsid w:val="00DB5ECB"/>
    <w:rsid w:val="00DC5038"/>
    <w:rsid w:val="00DD2E16"/>
    <w:rsid w:val="00DD6B8F"/>
    <w:rsid w:val="00DE5C0B"/>
    <w:rsid w:val="00DF4EBE"/>
    <w:rsid w:val="00DF6451"/>
    <w:rsid w:val="00E06B62"/>
    <w:rsid w:val="00E07577"/>
    <w:rsid w:val="00E17A38"/>
    <w:rsid w:val="00E235E4"/>
    <w:rsid w:val="00E2669C"/>
    <w:rsid w:val="00E36C49"/>
    <w:rsid w:val="00E42389"/>
    <w:rsid w:val="00E47267"/>
    <w:rsid w:val="00E5398B"/>
    <w:rsid w:val="00E5632D"/>
    <w:rsid w:val="00E60AE4"/>
    <w:rsid w:val="00E67951"/>
    <w:rsid w:val="00E71D0D"/>
    <w:rsid w:val="00E774DD"/>
    <w:rsid w:val="00E94BE3"/>
    <w:rsid w:val="00EA01C8"/>
    <w:rsid w:val="00EA03F2"/>
    <w:rsid w:val="00EA1FEE"/>
    <w:rsid w:val="00EB33B9"/>
    <w:rsid w:val="00EC29FF"/>
    <w:rsid w:val="00EC5114"/>
    <w:rsid w:val="00ED24CF"/>
    <w:rsid w:val="00EF73E5"/>
    <w:rsid w:val="00F1215F"/>
    <w:rsid w:val="00F12FCB"/>
    <w:rsid w:val="00F269EC"/>
    <w:rsid w:val="00F372A1"/>
    <w:rsid w:val="00F37707"/>
    <w:rsid w:val="00F42568"/>
    <w:rsid w:val="00F46679"/>
    <w:rsid w:val="00F50021"/>
    <w:rsid w:val="00F50F65"/>
    <w:rsid w:val="00F53758"/>
    <w:rsid w:val="00F60A08"/>
    <w:rsid w:val="00F63517"/>
    <w:rsid w:val="00F67365"/>
    <w:rsid w:val="00F67DDE"/>
    <w:rsid w:val="00F77C29"/>
    <w:rsid w:val="00FB1233"/>
    <w:rsid w:val="00FB6DFD"/>
    <w:rsid w:val="00FB6E7C"/>
    <w:rsid w:val="00FC0F49"/>
    <w:rsid w:val="00FC3879"/>
    <w:rsid w:val="00FD255D"/>
    <w:rsid w:val="00FD395C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30</Pages>
  <Words>8043</Words>
  <Characters>37845</Characters>
  <Application>Microsoft Office Word</Application>
  <DocSecurity>0</DocSecurity>
  <Lines>315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45797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53</cp:revision>
  <cp:lastPrinted>2013-11-14T13:48:00Z</cp:lastPrinted>
  <dcterms:created xsi:type="dcterms:W3CDTF">2025-01-14T10:06:00Z</dcterms:created>
  <dcterms:modified xsi:type="dcterms:W3CDTF">2025-08-27T14:47:00Z</dcterms:modified>
</cp:coreProperties>
</file>